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7991592A" w14:textId="77777777">
        <w:trPr>
          <w:cantSplit/>
          <w:trHeight w:val="1845"/>
        </w:trPr>
        <w:tc>
          <w:tcPr>
            <w:tcW w:w="7088" w:type="dxa"/>
          </w:tcPr>
          <w:p w14:paraId="64D2EC99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5E0AE0B" wp14:editId="7781D6CD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CB9D2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0578B8C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0B674C6" w14:textId="77777777">
        <w:trPr>
          <w:cantSplit/>
        </w:trPr>
        <w:tc>
          <w:tcPr>
            <w:tcW w:w="7088" w:type="dxa"/>
          </w:tcPr>
          <w:p w14:paraId="5816A242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1A6B83" wp14:editId="4F9B4FF0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F3574C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775B9D82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42AA7CD0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18309D6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3B1D1B27" w14:textId="3DF50DED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6C3368">
        <w:rPr>
          <w:rFonts w:ascii="Arial Narrow" w:hAnsi="Arial Narrow" w:cs="Arial"/>
          <w:sz w:val="22"/>
          <w:szCs w:val="22"/>
        </w:rPr>
        <w:t>30</w:t>
      </w:r>
      <w:r w:rsidR="007A240D">
        <w:rPr>
          <w:rFonts w:ascii="Arial Narrow" w:hAnsi="Arial Narrow" w:cs="Arial"/>
          <w:sz w:val="22"/>
          <w:szCs w:val="22"/>
        </w:rPr>
        <w:t>.11</w:t>
      </w:r>
      <w:r w:rsidR="00DE00CA">
        <w:rPr>
          <w:rFonts w:ascii="Arial Narrow" w:hAnsi="Arial Narrow" w:cs="Arial"/>
          <w:sz w:val="22"/>
          <w:szCs w:val="22"/>
        </w:rPr>
        <w:t>.2023</w:t>
      </w:r>
    </w:p>
    <w:p w14:paraId="66A77AC9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421E662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2340FC85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0F244FD0" w14:textId="77777777" w:rsidR="00F13B81" w:rsidRPr="00D65DFA" w:rsidRDefault="00F13B81" w:rsidP="00183B3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05</w:t>
      </w:r>
      <w:r w:rsidR="00B57DAC">
        <w:rPr>
          <w:rFonts w:ascii="Arial Narrow" w:hAnsi="Arial Narrow" w:cs="Arial"/>
          <w:spacing w:val="4"/>
          <w:sz w:val="22"/>
          <w:szCs w:val="22"/>
        </w:rPr>
        <w:t>41 501-3701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7F169BB3" w14:textId="5F0B59F3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183B37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21602AA0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14FF4B3" w14:textId="5186A913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83B3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736B2FD2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72167F5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5691BE" wp14:editId="5821DA8C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DCDE99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64209302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0B4A28B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3CCCA123" w14:textId="31F48B73" w:rsidR="00852209" w:rsidRPr="00A53AD0" w:rsidRDefault="0023768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A53AD0">
        <w:rPr>
          <w:rFonts w:cs="Arial"/>
          <w:b/>
          <w:sz w:val="22"/>
          <w:szCs w:val="22"/>
        </w:rPr>
        <w:t>Langzeitarbeits</w:t>
      </w:r>
      <w:r w:rsidR="00C46CE5" w:rsidRPr="00A53AD0">
        <w:rPr>
          <w:rFonts w:cs="Arial"/>
          <w:b/>
          <w:sz w:val="22"/>
          <w:szCs w:val="22"/>
        </w:rPr>
        <w:t>losen</w:t>
      </w:r>
      <w:r w:rsidR="00207312" w:rsidRPr="00A53AD0">
        <w:rPr>
          <w:rFonts w:cs="Arial"/>
          <w:b/>
          <w:sz w:val="22"/>
          <w:szCs w:val="22"/>
        </w:rPr>
        <w:t xml:space="preserve">zahlen </w:t>
      </w:r>
      <w:r w:rsidRPr="00A53AD0">
        <w:rPr>
          <w:rFonts w:cs="Arial"/>
          <w:b/>
          <w:sz w:val="22"/>
          <w:szCs w:val="22"/>
        </w:rPr>
        <w:t>i</w:t>
      </w:r>
      <w:r w:rsidR="006C5E76" w:rsidRPr="00A53AD0">
        <w:rPr>
          <w:rFonts w:cs="Arial"/>
          <w:b/>
          <w:sz w:val="22"/>
          <w:szCs w:val="22"/>
        </w:rPr>
        <w:t>n der Stadt Melle</w:t>
      </w:r>
      <w:r w:rsidR="005C5465" w:rsidRPr="00A53AD0">
        <w:rPr>
          <w:rFonts w:cs="Arial"/>
          <w:b/>
          <w:sz w:val="22"/>
          <w:szCs w:val="22"/>
        </w:rPr>
        <w:t xml:space="preserve"> </w:t>
      </w:r>
      <w:r w:rsidR="00D11BF0">
        <w:rPr>
          <w:rFonts w:cs="Arial"/>
          <w:b/>
          <w:sz w:val="22"/>
          <w:szCs w:val="22"/>
        </w:rPr>
        <w:t xml:space="preserve">leicht </w:t>
      </w:r>
      <w:r w:rsidR="006C3368">
        <w:rPr>
          <w:rFonts w:cs="Arial"/>
          <w:b/>
          <w:sz w:val="22"/>
          <w:szCs w:val="22"/>
        </w:rPr>
        <w:t>gestiegen</w:t>
      </w:r>
    </w:p>
    <w:p w14:paraId="114E921C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73C7C1C0" w14:textId="339FD4DD" w:rsidR="00D948F8" w:rsidRPr="00D948F8" w:rsidRDefault="006C5E76" w:rsidP="00D948F8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Melle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der Stadt Melle </w:t>
      </w:r>
      <w:r w:rsidR="00DE00CA">
        <w:rPr>
          <w:rFonts w:cs="Arial"/>
          <w:sz w:val="22"/>
          <w:szCs w:val="22"/>
        </w:rPr>
        <w:t>ist</w:t>
      </w:r>
      <w:r w:rsidR="00C07EFE" w:rsidRPr="00C07EFE">
        <w:rPr>
          <w:rFonts w:cs="Arial"/>
          <w:sz w:val="22"/>
          <w:szCs w:val="22"/>
        </w:rPr>
        <w:t xml:space="preserve"> im laufenden Monat</w:t>
      </w:r>
      <w:r w:rsidR="00B840B2">
        <w:rPr>
          <w:rFonts w:cs="Arial"/>
          <w:sz w:val="22"/>
          <w:szCs w:val="22"/>
        </w:rPr>
        <w:t xml:space="preserve"> </w:t>
      </w:r>
      <w:r w:rsidR="00D11BF0">
        <w:rPr>
          <w:rFonts w:cs="Arial"/>
          <w:sz w:val="22"/>
          <w:szCs w:val="22"/>
        </w:rPr>
        <w:t xml:space="preserve">ganz leicht </w:t>
      </w:r>
      <w:r w:rsidR="006C3368">
        <w:rPr>
          <w:rFonts w:cs="Arial"/>
          <w:sz w:val="22"/>
          <w:szCs w:val="22"/>
        </w:rPr>
        <w:t>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6C3368">
        <w:rPr>
          <w:rFonts w:cs="Arial"/>
          <w:sz w:val="22"/>
          <w:szCs w:val="22"/>
        </w:rPr>
        <w:t>November 336</w:t>
      </w:r>
      <w:r w:rsidR="00C07EFE" w:rsidRPr="00C07EFE">
        <w:rPr>
          <w:rFonts w:cs="Arial"/>
          <w:sz w:val="22"/>
          <w:szCs w:val="22"/>
        </w:rPr>
        <w:t xml:space="preserve"> arbeitslose Empfänger </w:t>
      </w:r>
      <w:r w:rsidR="00940FC5">
        <w:rPr>
          <w:rFonts w:cs="Arial"/>
          <w:sz w:val="22"/>
          <w:szCs w:val="22"/>
        </w:rPr>
        <w:t>von Bürgergeld</w:t>
      </w:r>
      <w:r w:rsidR="001A5D9C">
        <w:rPr>
          <w:rFonts w:cs="Arial"/>
          <w:sz w:val="22"/>
          <w:szCs w:val="22"/>
        </w:rPr>
        <w:t xml:space="preserve">, </w:t>
      </w:r>
      <w:r w:rsidR="006C3368">
        <w:rPr>
          <w:rFonts w:cs="Arial"/>
          <w:sz w:val="22"/>
          <w:szCs w:val="22"/>
        </w:rPr>
        <w:t>vier</w:t>
      </w:r>
      <w:r w:rsidR="00B84258">
        <w:rPr>
          <w:rFonts w:cs="Arial"/>
          <w:sz w:val="22"/>
          <w:szCs w:val="22"/>
        </w:rPr>
        <w:t xml:space="preserve"> Personen </w:t>
      </w:r>
      <w:r w:rsidR="006C3368">
        <w:rPr>
          <w:rFonts w:cs="Arial"/>
          <w:sz w:val="22"/>
          <w:szCs w:val="22"/>
        </w:rPr>
        <w:t>mehr</w:t>
      </w:r>
      <w:r w:rsidR="00B84258">
        <w:rPr>
          <w:rFonts w:cs="Arial"/>
          <w:sz w:val="22"/>
          <w:szCs w:val="22"/>
        </w:rPr>
        <w:t xml:space="preserve"> als im </w:t>
      </w:r>
      <w:r w:rsidR="006C3368">
        <w:rPr>
          <w:rFonts w:cs="Arial"/>
          <w:sz w:val="22"/>
          <w:szCs w:val="22"/>
        </w:rPr>
        <w:t>Oktober</w:t>
      </w:r>
      <w:r w:rsidR="00B84258">
        <w:rPr>
          <w:rFonts w:cs="Arial"/>
          <w:sz w:val="22"/>
          <w:szCs w:val="22"/>
        </w:rPr>
        <w:t>.</w:t>
      </w:r>
      <w:r w:rsidR="006A708D" w:rsidRPr="006A708D">
        <w:rPr>
          <w:rFonts w:cs="Arial"/>
          <w:sz w:val="22"/>
          <w:szCs w:val="22"/>
        </w:rPr>
        <w:t xml:space="preserve"> </w:t>
      </w:r>
      <w:r w:rsidR="00D948F8" w:rsidRPr="00D948F8">
        <w:rPr>
          <w:rFonts w:cs="Arial"/>
          <w:sz w:val="22"/>
          <w:szCs w:val="22"/>
        </w:rPr>
        <w:t>„</w:t>
      </w:r>
      <w:r w:rsidR="00D948F8">
        <w:rPr>
          <w:rFonts w:cs="Arial"/>
          <w:sz w:val="22"/>
          <w:szCs w:val="22"/>
        </w:rPr>
        <w:t>I</w:t>
      </w:r>
      <w:r w:rsidR="00D948F8" w:rsidRPr="00D948F8">
        <w:rPr>
          <w:rFonts w:cs="Arial"/>
          <w:sz w:val="22"/>
          <w:szCs w:val="22"/>
        </w:rPr>
        <w:t xml:space="preserve">n diesem Monat haben wir </w:t>
      </w:r>
      <w:r w:rsidR="00D948F8">
        <w:rPr>
          <w:rFonts w:cs="Arial"/>
          <w:sz w:val="22"/>
          <w:szCs w:val="22"/>
        </w:rPr>
        <w:t>leicht steigende</w:t>
      </w:r>
      <w:r w:rsidR="00D948F8" w:rsidRPr="00D948F8">
        <w:rPr>
          <w:rFonts w:cs="Arial"/>
          <w:sz w:val="22"/>
          <w:szCs w:val="22"/>
        </w:rPr>
        <w:t xml:space="preserve"> Arbeitslosenzahlen zu verzeichnen“ </w:t>
      </w:r>
      <w:r w:rsidR="00FE1880">
        <w:rPr>
          <w:rFonts w:cs="Arial"/>
          <w:sz w:val="22"/>
          <w:szCs w:val="22"/>
        </w:rPr>
        <w:t xml:space="preserve">sagt </w:t>
      </w:r>
      <w:proofErr w:type="spellStart"/>
      <w:r w:rsidR="00D948F8" w:rsidRPr="00D948F8">
        <w:rPr>
          <w:rFonts w:cs="Arial"/>
          <w:sz w:val="22"/>
          <w:szCs w:val="22"/>
        </w:rPr>
        <w:t>MaßArbeit</w:t>
      </w:r>
      <w:proofErr w:type="spellEnd"/>
      <w:r w:rsidR="00D948F8" w:rsidRPr="00D948F8">
        <w:rPr>
          <w:rFonts w:cs="Arial"/>
          <w:sz w:val="22"/>
          <w:szCs w:val="22"/>
        </w:rPr>
        <w:t>-Vorstand Lars Hellmers</w:t>
      </w:r>
      <w:bookmarkStart w:id="0" w:name="_GoBack"/>
      <w:bookmarkEnd w:id="0"/>
      <w:r w:rsidR="00D948F8" w:rsidRPr="00D948F8">
        <w:rPr>
          <w:rFonts w:cs="Arial"/>
          <w:sz w:val="22"/>
          <w:szCs w:val="22"/>
        </w:rPr>
        <w:t xml:space="preserve">. „Der Arbeitsmarkt bleibt </w:t>
      </w:r>
      <w:r w:rsidR="00D948F8">
        <w:rPr>
          <w:rFonts w:cs="Arial"/>
          <w:sz w:val="22"/>
          <w:szCs w:val="22"/>
        </w:rPr>
        <w:t xml:space="preserve">dennoch </w:t>
      </w:r>
      <w:r w:rsidR="00D948F8" w:rsidRPr="00D948F8">
        <w:rPr>
          <w:rFonts w:cs="Arial"/>
          <w:sz w:val="22"/>
          <w:szCs w:val="22"/>
        </w:rPr>
        <w:t xml:space="preserve">stabil. Angesichts der vielfältigen Herausforderungen an den Arbeitsmarkt setzen wir nach wie vor auf individuelle Fort- und Weiterbildung. Mit diesen Instrumenten wollen wir </w:t>
      </w:r>
      <w:proofErr w:type="gramStart"/>
      <w:r w:rsidR="00D948F8" w:rsidRPr="00D948F8">
        <w:rPr>
          <w:rFonts w:cs="Arial"/>
          <w:sz w:val="22"/>
          <w:szCs w:val="22"/>
        </w:rPr>
        <w:t>die zukünftigen Beschäftigen</w:t>
      </w:r>
      <w:proofErr w:type="gramEnd"/>
      <w:r w:rsidR="00D948F8" w:rsidRPr="00D948F8">
        <w:rPr>
          <w:rFonts w:cs="Arial"/>
          <w:sz w:val="22"/>
          <w:szCs w:val="22"/>
        </w:rPr>
        <w:t xml:space="preserve">, insbesondere auch die Zugewanderten, für eine Arbeitsaufnahme gut vorbereiten und somit dem Fachkräftemangel entgegen wirken“, so der </w:t>
      </w:r>
      <w:proofErr w:type="spellStart"/>
      <w:r w:rsidR="00D948F8" w:rsidRPr="00D948F8">
        <w:rPr>
          <w:rFonts w:cs="Arial"/>
          <w:sz w:val="22"/>
          <w:szCs w:val="22"/>
        </w:rPr>
        <w:t>MaßArbeit</w:t>
      </w:r>
      <w:proofErr w:type="spellEnd"/>
      <w:r w:rsidR="00D948F8" w:rsidRPr="00D948F8">
        <w:rPr>
          <w:rFonts w:cs="Arial"/>
          <w:sz w:val="22"/>
          <w:szCs w:val="22"/>
        </w:rPr>
        <w:t>-Vorstand weiter.</w:t>
      </w:r>
    </w:p>
    <w:p w14:paraId="5160D637" w14:textId="77777777" w:rsidR="00D948F8" w:rsidRPr="00D948F8" w:rsidRDefault="00D948F8" w:rsidP="00D948F8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0E480036" w14:textId="3F8BEEAA" w:rsidR="00AE6302" w:rsidRPr="00AE6302" w:rsidRDefault="00AE6302" w:rsidP="00AE6302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7B3CC864" w14:textId="77777777" w:rsidR="00002F3A" w:rsidRDefault="00002F3A" w:rsidP="001A5D9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002F3A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BADB6" w14:textId="77777777" w:rsidR="00811298" w:rsidRDefault="00811298">
      <w:r>
        <w:separator/>
      </w:r>
    </w:p>
  </w:endnote>
  <w:endnote w:type="continuationSeparator" w:id="0">
    <w:p w14:paraId="5170F160" w14:textId="77777777" w:rsidR="00811298" w:rsidRDefault="00811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BF568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27042D1D" wp14:editId="66438933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4270FF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72F5B4C9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57256E2A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20037DE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6D6C2E1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6A311E84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203BB" w14:textId="77777777" w:rsidR="00811298" w:rsidRDefault="00811298">
      <w:r>
        <w:separator/>
      </w:r>
    </w:p>
  </w:footnote>
  <w:footnote w:type="continuationSeparator" w:id="0">
    <w:p w14:paraId="30DDA389" w14:textId="77777777" w:rsidR="00811298" w:rsidRDefault="00811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2F3A"/>
    <w:rsid w:val="00005B51"/>
    <w:rsid w:val="00013156"/>
    <w:rsid w:val="000174D1"/>
    <w:rsid w:val="0003033B"/>
    <w:rsid w:val="00040E86"/>
    <w:rsid w:val="00042D6D"/>
    <w:rsid w:val="00080FC0"/>
    <w:rsid w:val="00084036"/>
    <w:rsid w:val="000853AC"/>
    <w:rsid w:val="000926F7"/>
    <w:rsid w:val="000C6D44"/>
    <w:rsid w:val="000D1B2C"/>
    <w:rsid w:val="000E0DB0"/>
    <w:rsid w:val="000F6311"/>
    <w:rsid w:val="00101A20"/>
    <w:rsid w:val="0012030E"/>
    <w:rsid w:val="00125A65"/>
    <w:rsid w:val="00135CFC"/>
    <w:rsid w:val="00152F40"/>
    <w:rsid w:val="00155110"/>
    <w:rsid w:val="00155C4C"/>
    <w:rsid w:val="001578B3"/>
    <w:rsid w:val="00175146"/>
    <w:rsid w:val="00183B37"/>
    <w:rsid w:val="00195BB4"/>
    <w:rsid w:val="001974F6"/>
    <w:rsid w:val="001A3B17"/>
    <w:rsid w:val="001A5D9C"/>
    <w:rsid w:val="001B2133"/>
    <w:rsid w:val="001C5029"/>
    <w:rsid w:val="001D040D"/>
    <w:rsid w:val="001D1DFB"/>
    <w:rsid w:val="001D62D9"/>
    <w:rsid w:val="001D6B57"/>
    <w:rsid w:val="001D6C30"/>
    <w:rsid w:val="001E48E9"/>
    <w:rsid w:val="001E5E21"/>
    <w:rsid w:val="001F0658"/>
    <w:rsid w:val="00201BAA"/>
    <w:rsid w:val="00204134"/>
    <w:rsid w:val="00207312"/>
    <w:rsid w:val="00207533"/>
    <w:rsid w:val="00230371"/>
    <w:rsid w:val="00231756"/>
    <w:rsid w:val="002374A4"/>
    <w:rsid w:val="0023768C"/>
    <w:rsid w:val="00240222"/>
    <w:rsid w:val="00254F64"/>
    <w:rsid w:val="0026655A"/>
    <w:rsid w:val="002740C9"/>
    <w:rsid w:val="0029000C"/>
    <w:rsid w:val="0029148B"/>
    <w:rsid w:val="00293431"/>
    <w:rsid w:val="002A1694"/>
    <w:rsid w:val="002B0549"/>
    <w:rsid w:val="002D38E3"/>
    <w:rsid w:val="002F5C47"/>
    <w:rsid w:val="0031228C"/>
    <w:rsid w:val="00324DFF"/>
    <w:rsid w:val="0033411D"/>
    <w:rsid w:val="0033647A"/>
    <w:rsid w:val="003407FB"/>
    <w:rsid w:val="00345DE0"/>
    <w:rsid w:val="00354658"/>
    <w:rsid w:val="003A753E"/>
    <w:rsid w:val="003B3B41"/>
    <w:rsid w:val="003B4878"/>
    <w:rsid w:val="003C4BFA"/>
    <w:rsid w:val="003C53E0"/>
    <w:rsid w:val="003C69B4"/>
    <w:rsid w:val="003D7E50"/>
    <w:rsid w:val="003E3D04"/>
    <w:rsid w:val="003F77F1"/>
    <w:rsid w:val="00412B3E"/>
    <w:rsid w:val="00432040"/>
    <w:rsid w:val="004500BF"/>
    <w:rsid w:val="00454B87"/>
    <w:rsid w:val="00463DFC"/>
    <w:rsid w:val="00480467"/>
    <w:rsid w:val="0048537A"/>
    <w:rsid w:val="004A27BE"/>
    <w:rsid w:val="004A462F"/>
    <w:rsid w:val="004A5527"/>
    <w:rsid w:val="004A6D49"/>
    <w:rsid w:val="004B0D28"/>
    <w:rsid w:val="004B1936"/>
    <w:rsid w:val="004D3669"/>
    <w:rsid w:val="004E3434"/>
    <w:rsid w:val="004E51ED"/>
    <w:rsid w:val="004F164C"/>
    <w:rsid w:val="004F53E5"/>
    <w:rsid w:val="00510B99"/>
    <w:rsid w:val="00513C07"/>
    <w:rsid w:val="00516162"/>
    <w:rsid w:val="00522F36"/>
    <w:rsid w:val="00540457"/>
    <w:rsid w:val="0058539D"/>
    <w:rsid w:val="00586142"/>
    <w:rsid w:val="005866E6"/>
    <w:rsid w:val="005918DC"/>
    <w:rsid w:val="00594252"/>
    <w:rsid w:val="005A19BA"/>
    <w:rsid w:val="005B23D7"/>
    <w:rsid w:val="005C1ED8"/>
    <w:rsid w:val="005C3D13"/>
    <w:rsid w:val="005C5465"/>
    <w:rsid w:val="005E257C"/>
    <w:rsid w:val="005E37F5"/>
    <w:rsid w:val="005E5C97"/>
    <w:rsid w:val="005F0FC7"/>
    <w:rsid w:val="005F409F"/>
    <w:rsid w:val="00602387"/>
    <w:rsid w:val="006103BB"/>
    <w:rsid w:val="006206A0"/>
    <w:rsid w:val="0062405C"/>
    <w:rsid w:val="006475D5"/>
    <w:rsid w:val="006506F6"/>
    <w:rsid w:val="00650E07"/>
    <w:rsid w:val="0065352F"/>
    <w:rsid w:val="0066090A"/>
    <w:rsid w:val="00662383"/>
    <w:rsid w:val="00680D20"/>
    <w:rsid w:val="00693E1F"/>
    <w:rsid w:val="00694176"/>
    <w:rsid w:val="00694986"/>
    <w:rsid w:val="006A5830"/>
    <w:rsid w:val="006A708D"/>
    <w:rsid w:val="006B0C21"/>
    <w:rsid w:val="006B12D4"/>
    <w:rsid w:val="006C3368"/>
    <w:rsid w:val="006C5E76"/>
    <w:rsid w:val="006D029B"/>
    <w:rsid w:val="006E407E"/>
    <w:rsid w:val="006E79D3"/>
    <w:rsid w:val="006F4CA7"/>
    <w:rsid w:val="006F6497"/>
    <w:rsid w:val="007208B4"/>
    <w:rsid w:val="00725742"/>
    <w:rsid w:val="00742055"/>
    <w:rsid w:val="00747787"/>
    <w:rsid w:val="00752077"/>
    <w:rsid w:val="00755099"/>
    <w:rsid w:val="00755887"/>
    <w:rsid w:val="00794B0D"/>
    <w:rsid w:val="007957D9"/>
    <w:rsid w:val="007A240D"/>
    <w:rsid w:val="007A50B3"/>
    <w:rsid w:val="007B0214"/>
    <w:rsid w:val="007C6D3A"/>
    <w:rsid w:val="007D43B8"/>
    <w:rsid w:val="007D502F"/>
    <w:rsid w:val="007D6751"/>
    <w:rsid w:val="007E24E5"/>
    <w:rsid w:val="007E66B8"/>
    <w:rsid w:val="007F7597"/>
    <w:rsid w:val="00802F26"/>
    <w:rsid w:val="008039BB"/>
    <w:rsid w:val="008065E6"/>
    <w:rsid w:val="00811298"/>
    <w:rsid w:val="00817F25"/>
    <w:rsid w:val="008212C7"/>
    <w:rsid w:val="008241E0"/>
    <w:rsid w:val="008324A7"/>
    <w:rsid w:val="008412FE"/>
    <w:rsid w:val="00852209"/>
    <w:rsid w:val="00853E76"/>
    <w:rsid w:val="00860645"/>
    <w:rsid w:val="00874C61"/>
    <w:rsid w:val="0089021E"/>
    <w:rsid w:val="00890DA0"/>
    <w:rsid w:val="008B5C3F"/>
    <w:rsid w:val="008F103E"/>
    <w:rsid w:val="008F69F9"/>
    <w:rsid w:val="00901C0B"/>
    <w:rsid w:val="00902822"/>
    <w:rsid w:val="00920DC7"/>
    <w:rsid w:val="00922D50"/>
    <w:rsid w:val="00926427"/>
    <w:rsid w:val="009319AF"/>
    <w:rsid w:val="0093289E"/>
    <w:rsid w:val="00940AA7"/>
    <w:rsid w:val="00940FC5"/>
    <w:rsid w:val="0096348B"/>
    <w:rsid w:val="009B5509"/>
    <w:rsid w:val="009C18DA"/>
    <w:rsid w:val="009C27DF"/>
    <w:rsid w:val="009C40EC"/>
    <w:rsid w:val="009C7292"/>
    <w:rsid w:val="009D0FFA"/>
    <w:rsid w:val="009D30E0"/>
    <w:rsid w:val="009D4898"/>
    <w:rsid w:val="009E2F1F"/>
    <w:rsid w:val="00A03FA2"/>
    <w:rsid w:val="00A11BA4"/>
    <w:rsid w:val="00A122D6"/>
    <w:rsid w:val="00A14CDD"/>
    <w:rsid w:val="00A27348"/>
    <w:rsid w:val="00A325C0"/>
    <w:rsid w:val="00A337E2"/>
    <w:rsid w:val="00A348E4"/>
    <w:rsid w:val="00A416CD"/>
    <w:rsid w:val="00A53AD0"/>
    <w:rsid w:val="00A54C95"/>
    <w:rsid w:val="00A576CB"/>
    <w:rsid w:val="00A62366"/>
    <w:rsid w:val="00A667F9"/>
    <w:rsid w:val="00A66F27"/>
    <w:rsid w:val="00A75158"/>
    <w:rsid w:val="00A800FB"/>
    <w:rsid w:val="00A85EA3"/>
    <w:rsid w:val="00A9014E"/>
    <w:rsid w:val="00AB19AA"/>
    <w:rsid w:val="00AB3492"/>
    <w:rsid w:val="00AB3C20"/>
    <w:rsid w:val="00AB3D36"/>
    <w:rsid w:val="00AB66F6"/>
    <w:rsid w:val="00AC3E78"/>
    <w:rsid w:val="00AC5710"/>
    <w:rsid w:val="00AD4F56"/>
    <w:rsid w:val="00AE116B"/>
    <w:rsid w:val="00AE6302"/>
    <w:rsid w:val="00AE76DB"/>
    <w:rsid w:val="00AF660B"/>
    <w:rsid w:val="00B00D93"/>
    <w:rsid w:val="00B07141"/>
    <w:rsid w:val="00B12A01"/>
    <w:rsid w:val="00B35C89"/>
    <w:rsid w:val="00B36A39"/>
    <w:rsid w:val="00B45C8F"/>
    <w:rsid w:val="00B5154B"/>
    <w:rsid w:val="00B55048"/>
    <w:rsid w:val="00B57DAC"/>
    <w:rsid w:val="00B61265"/>
    <w:rsid w:val="00B7528C"/>
    <w:rsid w:val="00B77C30"/>
    <w:rsid w:val="00B83333"/>
    <w:rsid w:val="00B840B2"/>
    <w:rsid w:val="00B84258"/>
    <w:rsid w:val="00B94ECA"/>
    <w:rsid w:val="00B95E05"/>
    <w:rsid w:val="00B9699F"/>
    <w:rsid w:val="00BA335B"/>
    <w:rsid w:val="00BB4635"/>
    <w:rsid w:val="00BC688A"/>
    <w:rsid w:val="00BC7B6C"/>
    <w:rsid w:val="00BD3B71"/>
    <w:rsid w:val="00BD3BBC"/>
    <w:rsid w:val="00BF652D"/>
    <w:rsid w:val="00C01C4F"/>
    <w:rsid w:val="00C07EFE"/>
    <w:rsid w:val="00C161B0"/>
    <w:rsid w:val="00C16BE7"/>
    <w:rsid w:val="00C17384"/>
    <w:rsid w:val="00C23BC6"/>
    <w:rsid w:val="00C23CB1"/>
    <w:rsid w:val="00C348AE"/>
    <w:rsid w:val="00C41560"/>
    <w:rsid w:val="00C42CA7"/>
    <w:rsid w:val="00C46CE5"/>
    <w:rsid w:val="00C47E4A"/>
    <w:rsid w:val="00C5188F"/>
    <w:rsid w:val="00C563C5"/>
    <w:rsid w:val="00C73ADE"/>
    <w:rsid w:val="00C80C17"/>
    <w:rsid w:val="00C8640C"/>
    <w:rsid w:val="00C8797D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4CCA"/>
    <w:rsid w:val="00CF7137"/>
    <w:rsid w:val="00D055A3"/>
    <w:rsid w:val="00D073E8"/>
    <w:rsid w:val="00D11BF0"/>
    <w:rsid w:val="00D1634B"/>
    <w:rsid w:val="00D26762"/>
    <w:rsid w:val="00D33261"/>
    <w:rsid w:val="00D35271"/>
    <w:rsid w:val="00D4178B"/>
    <w:rsid w:val="00D65DFA"/>
    <w:rsid w:val="00D92E5F"/>
    <w:rsid w:val="00D948F8"/>
    <w:rsid w:val="00DA1B37"/>
    <w:rsid w:val="00DB6269"/>
    <w:rsid w:val="00DB724E"/>
    <w:rsid w:val="00DC1161"/>
    <w:rsid w:val="00DC4192"/>
    <w:rsid w:val="00DC4CEB"/>
    <w:rsid w:val="00DC68B3"/>
    <w:rsid w:val="00DD7F10"/>
    <w:rsid w:val="00DE00CA"/>
    <w:rsid w:val="00DE2E37"/>
    <w:rsid w:val="00DF337D"/>
    <w:rsid w:val="00E01D40"/>
    <w:rsid w:val="00E044C2"/>
    <w:rsid w:val="00E1423B"/>
    <w:rsid w:val="00E20523"/>
    <w:rsid w:val="00E2306C"/>
    <w:rsid w:val="00E330CD"/>
    <w:rsid w:val="00E41D80"/>
    <w:rsid w:val="00E4267D"/>
    <w:rsid w:val="00E449A3"/>
    <w:rsid w:val="00E65AD5"/>
    <w:rsid w:val="00E7005D"/>
    <w:rsid w:val="00E70BCB"/>
    <w:rsid w:val="00E852A4"/>
    <w:rsid w:val="00E9576C"/>
    <w:rsid w:val="00EB5C78"/>
    <w:rsid w:val="00ED1AA3"/>
    <w:rsid w:val="00EE570F"/>
    <w:rsid w:val="00EF747F"/>
    <w:rsid w:val="00EF7D46"/>
    <w:rsid w:val="00F06CF1"/>
    <w:rsid w:val="00F13B81"/>
    <w:rsid w:val="00F153C2"/>
    <w:rsid w:val="00F16104"/>
    <w:rsid w:val="00F16237"/>
    <w:rsid w:val="00F228E1"/>
    <w:rsid w:val="00F23889"/>
    <w:rsid w:val="00F42A6B"/>
    <w:rsid w:val="00F43A7F"/>
    <w:rsid w:val="00F44047"/>
    <w:rsid w:val="00F453DA"/>
    <w:rsid w:val="00F463B4"/>
    <w:rsid w:val="00F522A8"/>
    <w:rsid w:val="00F57D43"/>
    <w:rsid w:val="00F57D6B"/>
    <w:rsid w:val="00F653E1"/>
    <w:rsid w:val="00F66A9D"/>
    <w:rsid w:val="00F73A36"/>
    <w:rsid w:val="00F81C19"/>
    <w:rsid w:val="00F83331"/>
    <w:rsid w:val="00F85381"/>
    <w:rsid w:val="00FA07F9"/>
    <w:rsid w:val="00FA0855"/>
    <w:rsid w:val="00FA1213"/>
    <w:rsid w:val="00FB513F"/>
    <w:rsid w:val="00FC60C0"/>
    <w:rsid w:val="00FD558C"/>
    <w:rsid w:val="00FD6127"/>
    <w:rsid w:val="00FD688D"/>
    <w:rsid w:val="00FE1880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B6A583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1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98FA7-0B90-4ADA-A234-3B053F8C8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156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88</cp:revision>
  <cp:lastPrinted>2012-08-06T06:57:00Z</cp:lastPrinted>
  <dcterms:created xsi:type="dcterms:W3CDTF">2021-09-16T12:13:00Z</dcterms:created>
  <dcterms:modified xsi:type="dcterms:W3CDTF">2023-11-27T09:39:00Z</dcterms:modified>
</cp:coreProperties>
</file>