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01050D44"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55F4D">
        <w:rPr>
          <w:rFonts w:ascii="Arial Narrow" w:hAnsi="Arial Narrow" w:cs="Arial"/>
          <w:sz w:val="22"/>
          <w:szCs w:val="22"/>
        </w:rPr>
        <w:t>31.07</w:t>
      </w:r>
      <w:r w:rsidR="007A1E51">
        <w:rPr>
          <w:rFonts w:ascii="Arial Narrow" w:hAnsi="Arial Narrow" w:cs="Arial"/>
          <w:sz w:val="22"/>
          <w:szCs w:val="22"/>
        </w:rPr>
        <w:t>.</w:t>
      </w:r>
      <w:r w:rsidR="00DF5C46">
        <w:rPr>
          <w:rFonts w:ascii="Arial Narrow" w:hAnsi="Arial Narrow" w:cs="Arial"/>
          <w:sz w:val="22"/>
          <w:szCs w:val="22"/>
        </w:rPr>
        <w:t>2024</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164FED26"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062751">
        <w:rPr>
          <w:rFonts w:cs="Arial"/>
          <w:b/>
          <w:sz w:val="22"/>
          <w:szCs w:val="22"/>
        </w:rPr>
        <w:t xml:space="preserve">im </w:t>
      </w:r>
      <w:r w:rsidR="00655F4D">
        <w:rPr>
          <w:rFonts w:cs="Arial"/>
          <w:b/>
          <w:sz w:val="22"/>
          <w:szCs w:val="22"/>
        </w:rPr>
        <w:t>Juli</w:t>
      </w:r>
      <w:r w:rsidR="00062751">
        <w:rPr>
          <w:rFonts w:cs="Arial"/>
          <w:b/>
          <w:sz w:val="22"/>
          <w:szCs w:val="22"/>
        </w:rPr>
        <w:t xml:space="preserve"> leicht </w:t>
      </w:r>
      <w:r w:rsidR="00655F4D">
        <w:rPr>
          <w:rFonts w:cs="Arial"/>
          <w:b/>
          <w:sz w:val="22"/>
          <w:szCs w:val="22"/>
        </w:rPr>
        <w:t>gestiegen</w:t>
      </w:r>
    </w:p>
    <w:p w14:paraId="60182E3F" w14:textId="77777777" w:rsidR="00852209" w:rsidRDefault="00852209" w:rsidP="001578B3">
      <w:pPr>
        <w:tabs>
          <w:tab w:val="left" w:pos="9072"/>
        </w:tabs>
        <w:spacing w:line="360" w:lineRule="auto"/>
        <w:ind w:right="1134"/>
        <w:rPr>
          <w:rFonts w:cs="Arial"/>
          <w:b/>
          <w:sz w:val="22"/>
          <w:szCs w:val="22"/>
        </w:rPr>
      </w:pPr>
    </w:p>
    <w:p w14:paraId="648DDEEF" w14:textId="347F1138" w:rsidR="00EB5DAF" w:rsidRDefault="00606217" w:rsidP="00623537">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062751">
        <w:rPr>
          <w:rFonts w:cs="Arial"/>
          <w:sz w:val="22"/>
          <w:szCs w:val="22"/>
        </w:rPr>
        <w:t xml:space="preserve">leicht </w:t>
      </w:r>
      <w:r w:rsidR="00655F4D">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655F4D">
        <w:rPr>
          <w:rFonts w:cs="Arial"/>
          <w:sz w:val="22"/>
          <w:szCs w:val="22"/>
        </w:rPr>
        <w:t>Juli 267</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655F4D">
        <w:rPr>
          <w:rFonts w:cs="Arial"/>
          <w:sz w:val="22"/>
          <w:szCs w:val="22"/>
        </w:rPr>
        <w:t>Juni</w:t>
      </w:r>
      <w:r w:rsidR="007F1F68">
        <w:rPr>
          <w:rFonts w:cs="Arial"/>
          <w:sz w:val="22"/>
          <w:szCs w:val="22"/>
        </w:rPr>
        <w:t xml:space="preserve"> waren es </w:t>
      </w:r>
      <w:r w:rsidR="00FE4A08">
        <w:rPr>
          <w:rFonts w:cs="Arial"/>
          <w:sz w:val="22"/>
          <w:szCs w:val="22"/>
        </w:rPr>
        <w:t xml:space="preserve">noch </w:t>
      </w:r>
      <w:r w:rsidR="00062751">
        <w:rPr>
          <w:rFonts w:cs="Arial"/>
          <w:sz w:val="22"/>
          <w:szCs w:val="22"/>
        </w:rPr>
        <w:t>26</w:t>
      </w:r>
      <w:r w:rsidR="00655F4D">
        <w:rPr>
          <w:rFonts w:cs="Arial"/>
          <w:sz w:val="22"/>
          <w:szCs w:val="22"/>
        </w:rPr>
        <w:t xml:space="preserve">1 </w:t>
      </w:r>
      <w:r w:rsidR="007F1F68">
        <w:rPr>
          <w:rFonts w:cs="Arial"/>
          <w:sz w:val="22"/>
          <w:szCs w:val="22"/>
        </w:rPr>
        <w:t>Personen.</w:t>
      </w:r>
      <w:r w:rsidR="005D3076" w:rsidRPr="005D3076">
        <w:rPr>
          <w:rFonts w:cs="Arial"/>
          <w:color w:val="000000" w:themeColor="text1"/>
          <w:sz w:val="22"/>
          <w:szCs w:val="22"/>
        </w:rPr>
        <w:t xml:space="preserve"> </w:t>
      </w:r>
      <w:r w:rsidR="005D3076" w:rsidRPr="005D3076">
        <w:rPr>
          <w:rFonts w:cs="Arial"/>
          <w:sz w:val="22"/>
          <w:szCs w:val="22"/>
        </w:rPr>
        <w:t xml:space="preserve">„Es handelt sich um eine nicht ungewöhnliche leichte Steigerung in den Sommermonaten“, betonte </w:t>
      </w:r>
      <w:proofErr w:type="spellStart"/>
      <w:r w:rsidR="005D3076" w:rsidRPr="005D3076">
        <w:rPr>
          <w:rFonts w:cs="Arial"/>
          <w:sz w:val="22"/>
          <w:szCs w:val="22"/>
        </w:rPr>
        <w:t>MaßArbeit</w:t>
      </w:r>
      <w:proofErr w:type="spellEnd"/>
      <w:r w:rsidR="005D3076" w:rsidRPr="005D3076">
        <w:rPr>
          <w:rFonts w:cs="Arial"/>
          <w:sz w:val="22"/>
          <w:szCs w:val="22"/>
        </w:rPr>
        <w:t>-Vorstand Lars Hellmers. „In dieser Zeit sind die Unternehmen häufig zurückhaltend bei Einstellungen. Ich bin aber optimistisch, dass die Wirtschaft nach den Sommerferien wieder nach Arbeitskräften suchen wird. Darüber hinaus ist die Zahl der Langzeitarbeitslosen in den vergangenen Monaten durchgängig gefallen“, so Hellmers weiter.</w:t>
      </w:r>
      <w:bookmarkStart w:id="0" w:name="_GoBack"/>
      <w:bookmarkEnd w:id="0"/>
    </w:p>
    <w:sectPr w:rsidR="00EB5DAF" w:rsidSect="00AA5ADF">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615C1" w14:textId="77777777" w:rsidR="00D2476C" w:rsidRDefault="00D2476C">
      <w:r>
        <w:separator/>
      </w:r>
    </w:p>
  </w:endnote>
  <w:endnote w:type="continuationSeparator" w:id="0">
    <w:p w14:paraId="5010D6E8" w14:textId="77777777" w:rsidR="00D2476C" w:rsidRDefault="00D24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065EE" w14:textId="77777777" w:rsidR="00D2476C" w:rsidRDefault="00D2476C">
      <w:r>
        <w:separator/>
      </w:r>
    </w:p>
  </w:footnote>
  <w:footnote w:type="continuationSeparator" w:id="0">
    <w:p w14:paraId="4CA49661" w14:textId="77777777" w:rsidR="00D2476C" w:rsidRDefault="00D247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57AE0"/>
    <w:rsid w:val="00060FED"/>
    <w:rsid w:val="00062751"/>
    <w:rsid w:val="00064E18"/>
    <w:rsid w:val="00070E53"/>
    <w:rsid w:val="00073FBA"/>
    <w:rsid w:val="00076CDD"/>
    <w:rsid w:val="00084036"/>
    <w:rsid w:val="00090BA2"/>
    <w:rsid w:val="000926F7"/>
    <w:rsid w:val="000A4D48"/>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1123F"/>
    <w:rsid w:val="00220F11"/>
    <w:rsid w:val="00231756"/>
    <w:rsid w:val="002374A4"/>
    <w:rsid w:val="0023753E"/>
    <w:rsid w:val="0023768C"/>
    <w:rsid w:val="00240222"/>
    <w:rsid w:val="00242BF5"/>
    <w:rsid w:val="002505C1"/>
    <w:rsid w:val="00254F64"/>
    <w:rsid w:val="0026655A"/>
    <w:rsid w:val="00272880"/>
    <w:rsid w:val="002740C9"/>
    <w:rsid w:val="002866C7"/>
    <w:rsid w:val="002909DB"/>
    <w:rsid w:val="0029148B"/>
    <w:rsid w:val="00291589"/>
    <w:rsid w:val="002A649C"/>
    <w:rsid w:val="002C4DBB"/>
    <w:rsid w:val="002C598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5CF"/>
    <w:rsid w:val="004A6D49"/>
    <w:rsid w:val="004B722C"/>
    <w:rsid w:val="004C3B33"/>
    <w:rsid w:val="004D3669"/>
    <w:rsid w:val="004E0F2C"/>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D3076"/>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55F4D"/>
    <w:rsid w:val="00662383"/>
    <w:rsid w:val="00666CCE"/>
    <w:rsid w:val="00677E7A"/>
    <w:rsid w:val="0068320A"/>
    <w:rsid w:val="00686637"/>
    <w:rsid w:val="00693E1F"/>
    <w:rsid w:val="00694176"/>
    <w:rsid w:val="006A5830"/>
    <w:rsid w:val="006B7635"/>
    <w:rsid w:val="006D029B"/>
    <w:rsid w:val="006F49C7"/>
    <w:rsid w:val="006F4CA7"/>
    <w:rsid w:val="006F6497"/>
    <w:rsid w:val="00701C69"/>
    <w:rsid w:val="00706B85"/>
    <w:rsid w:val="007208B4"/>
    <w:rsid w:val="00725DF1"/>
    <w:rsid w:val="00742055"/>
    <w:rsid w:val="00752077"/>
    <w:rsid w:val="00755887"/>
    <w:rsid w:val="00786833"/>
    <w:rsid w:val="007A1E51"/>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D154A"/>
    <w:rsid w:val="008E5AB9"/>
    <w:rsid w:val="008F103E"/>
    <w:rsid w:val="008F1ADF"/>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A5ADF"/>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6CF6"/>
    <w:rsid w:val="00C003DB"/>
    <w:rsid w:val="00C01C4F"/>
    <w:rsid w:val="00C0616F"/>
    <w:rsid w:val="00C07EFE"/>
    <w:rsid w:val="00C161B0"/>
    <w:rsid w:val="00C17384"/>
    <w:rsid w:val="00C23BC6"/>
    <w:rsid w:val="00C348AE"/>
    <w:rsid w:val="00C44FC9"/>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E7C46"/>
    <w:rsid w:val="00CF0C48"/>
    <w:rsid w:val="00CF7137"/>
    <w:rsid w:val="00D04087"/>
    <w:rsid w:val="00D073E8"/>
    <w:rsid w:val="00D12648"/>
    <w:rsid w:val="00D12B56"/>
    <w:rsid w:val="00D1634B"/>
    <w:rsid w:val="00D2476C"/>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24CA0"/>
    <w:rsid w:val="00E40BE2"/>
    <w:rsid w:val="00E41D80"/>
    <w:rsid w:val="00E433E0"/>
    <w:rsid w:val="00E449A3"/>
    <w:rsid w:val="00E55C6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69274822">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9359411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1971551181">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77089-F3C6-4A3F-BC3A-5896134D7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157</Words>
  <Characters>995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101</cp:revision>
  <cp:lastPrinted>2012-08-06T06:57:00Z</cp:lastPrinted>
  <dcterms:created xsi:type="dcterms:W3CDTF">2021-09-20T07:21:00Z</dcterms:created>
  <dcterms:modified xsi:type="dcterms:W3CDTF">2024-07-19T08:09:00Z</dcterms:modified>
</cp:coreProperties>
</file>