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13FE2DCD" w14:textId="77777777">
        <w:trPr>
          <w:cantSplit/>
          <w:trHeight w:val="1845"/>
        </w:trPr>
        <w:tc>
          <w:tcPr>
            <w:tcW w:w="7088" w:type="dxa"/>
          </w:tcPr>
          <w:p w14:paraId="08663C07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6FD73555" wp14:editId="2E25F517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5198C05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501D6D7D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593C41A2" w14:textId="77777777">
        <w:trPr>
          <w:cantSplit/>
        </w:trPr>
        <w:tc>
          <w:tcPr>
            <w:tcW w:w="7088" w:type="dxa"/>
          </w:tcPr>
          <w:p w14:paraId="192FDFB3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1384CE6" wp14:editId="67EAC95A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3C85D73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5CA5A1C7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77AEC4BB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06BE34D2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49FD0B92" w14:textId="7EF0ED84" w:rsidR="00CA3095" w:rsidRPr="00534285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5A1175">
        <w:rPr>
          <w:rFonts w:ascii="Arial Narrow" w:hAnsi="Arial Narrow" w:cs="Arial"/>
          <w:sz w:val="22"/>
          <w:szCs w:val="22"/>
        </w:rPr>
        <w:t xml:space="preserve">         </w:t>
      </w:r>
      <w:r w:rsidR="000D2052">
        <w:rPr>
          <w:rFonts w:ascii="Arial Narrow" w:hAnsi="Arial Narrow" w:cs="Arial"/>
          <w:sz w:val="22"/>
          <w:szCs w:val="22"/>
        </w:rPr>
        <w:t>03.01.2025</w:t>
      </w:r>
    </w:p>
    <w:p w14:paraId="0BB1AB1F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39FE77E3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020597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724A1F12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2096ED0D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020597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5910DAC5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76A5A99B" w14:textId="77777777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020597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</w:p>
    <w:p w14:paraId="4C688AAE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619D1A4A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020597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14:paraId="630663FE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073702AF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53B6B92" wp14:editId="439A983B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64D30E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646EAD44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04FA04AA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0691A402" w14:textId="5A3CD84E" w:rsidR="00A62DC5" w:rsidRPr="005B3EF3" w:rsidRDefault="00A62DC5" w:rsidP="00A62DC5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5B3EF3">
        <w:rPr>
          <w:rFonts w:cs="Arial"/>
          <w:b/>
          <w:sz w:val="22"/>
          <w:szCs w:val="22"/>
        </w:rPr>
        <w:t>Zahl der langz</w:t>
      </w:r>
      <w:r w:rsidR="00015BB6" w:rsidRPr="005B3EF3">
        <w:rPr>
          <w:rFonts w:cs="Arial"/>
          <w:b/>
          <w:sz w:val="22"/>
          <w:szCs w:val="22"/>
        </w:rPr>
        <w:t xml:space="preserve">eitarbeitslosen Menschen </w:t>
      </w:r>
      <w:r w:rsidR="007E7E1C">
        <w:rPr>
          <w:rFonts w:cs="Arial"/>
          <w:b/>
          <w:sz w:val="22"/>
          <w:szCs w:val="22"/>
        </w:rPr>
        <w:t>gesunken</w:t>
      </w:r>
    </w:p>
    <w:p w14:paraId="1C4DA7B0" w14:textId="77777777"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36BD3EC2" w14:textId="56097FA4" w:rsidR="000D2052" w:rsidRPr="000D2052" w:rsidRDefault="00AE76DB" w:rsidP="000D2052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Nordkreis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 xml:space="preserve">Die Zahl der langzeitarbeitslosen Menschen im </w:t>
      </w:r>
      <w:r>
        <w:rPr>
          <w:rFonts w:cs="Arial"/>
          <w:sz w:val="22"/>
          <w:szCs w:val="22"/>
        </w:rPr>
        <w:t xml:space="preserve">nördlichen Osnabrücker </w:t>
      </w:r>
      <w:r w:rsidR="00C07EFE" w:rsidRPr="00C07EFE">
        <w:rPr>
          <w:rFonts w:cs="Arial"/>
          <w:sz w:val="22"/>
          <w:szCs w:val="22"/>
        </w:rPr>
        <w:t xml:space="preserve">Land ist im laufenden Monat </w:t>
      </w:r>
      <w:r w:rsidR="007E7E1C">
        <w:rPr>
          <w:rFonts w:cs="Arial"/>
          <w:sz w:val="22"/>
          <w:szCs w:val="22"/>
        </w:rPr>
        <w:t>gesunken</w:t>
      </w:r>
      <w:r w:rsidR="003D44DC">
        <w:rPr>
          <w:rFonts w:cs="Arial"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 xml:space="preserve">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</w:t>
      </w:r>
      <w:r>
        <w:rPr>
          <w:rFonts w:cs="Arial"/>
          <w:sz w:val="22"/>
          <w:szCs w:val="22"/>
        </w:rPr>
        <w:t xml:space="preserve">in den Samtgemeinden </w:t>
      </w:r>
      <w:proofErr w:type="spellStart"/>
      <w:r>
        <w:rPr>
          <w:rFonts w:cs="Arial"/>
          <w:sz w:val="22"/>
          <w:szCs w:val="22"/>
        </w:rPr>
        <w:t>Artland</w:t>
      </w:r>
      <w:proofErr w:type="spellEnd"/>
      <w:r>
        <w:rPr>
          <w:rFonts w:cs="Arial"/>
          <w:sz w:val="22"/>
          <w:szCs w:val="22"/>
        </w:rPr>
        <w:t xml:space="preserve">, Bersenbrück, Fürstenau und Neuenkirchen sowie in der Stadt Bramsche </w:t>
      </w:r>
      <w:r w:rsidR="00C07EFE" w:rsidRPr="00C07EFE">
        <w:rPr>
          <w:rFonts w:cs="Arial"/>
          <w:sz w:val="22"/>
          <w:szCs w:val="22"/>
        </w:rPr>
        <w:t xml:space="preserve">für den </w:t>
      </w:r>
      <w:r w:rsidR="000D2052">
        <w:rPr>
          <w:rFonts w:cs="Arial"/>
          <w:sz w:val="22"/>
          <w:szCs w:val="22"/>
        </w:rPr>
        <w:t>Dezember</w:t>
      </w:r>
      <w:r w:rsidR="007E7E1C">
        <w:rPr>
          <w:rFonts w:cs="Arial"/>
          <w:sz w:val="22"/>
          <w:szCs w:val="22"/>
        </w:rPr>
        <w:t xml:space="preserve"> </w:t>
      </w:r>
      <w:r w:rsidR="000D2052">
        <w:rPr>
          <w:rFonts w:cs="Arial"/>
          <w:sz w:val="22"/>
          <w:szCs w:val="22"/>
        </w:rPr>
        <w:t>1377</w:t>
      </w:r>
      <w:r w:rsidR="00F90932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D34A8D">
        <w:rPr>
          <w:rFonts w:cs="Arial"/>
          <w:sz w:val="22"/>
          <w:szCs w:val="22"/>
        </w:rPr>
        <w:t>von Bü</w:t>
      </w:r>
      <w:r w:rsidR="00550A75">
        <w:rPr>
          <w:rFonts w:cs="Arial"/>
          <w:sz w:val="22"/>
          <w:szCs w:val="22"/>
        </w:rPr>
        <w:t>rgergeld</w:t>
      </w:r>
      <w:r w:rsidR="000D2F15">
        <w:rPr>
          <w:rFonts w:cs="Arial"/>
          <w:sz w:val="22"/>
          <w:szCs w:val="22"/>
        </w:rPr>
        <w:t xml:space="preserve">, </w:t>
      </w:r>
      <w:r w:rsidR="000D2052">
        <w:rPr>
          <w:rFonts w:cs="Arial"/>
          <w:sz w:val="22"/>
          <w:szCs w:val="22"/>
        </w:rPr>
        <w:t>14</w:t>
      </w:r>
      <w:r w:rsidR="00814975">
        <w:rPr>
          <w:rFonts w:cs="Arial"/>
          <w:sz w:val="22"/>
          <w:szCs w:val="22"/>
        </w:rPr>
        <w:t xml:space="preserve"> Person</w:t>
      </w:r>
      <w:r w:rsidR="00F62139">
        <w:rPr>
          <w:rFonts w:cs="Arial"/>
          <w:sz w:val="22"/>
          <w:szCs w:val="22"/>
        </w:rPr>
        <w:t>en</w:t>
      </w:r>
      <w:r w:rsidR="00EF5140">
        <w:rPr>
          <w:rFonts w:cs="Arial"/>
          <w:sz w:val="22"/>
          <w:szCs w:val="22"/>
        </w:rPr>
        <w:t xml:space="preserve"> </w:t>
      </w:r>
      <w:r w:rsidR="007E7E1C">
        <w:rPr>
          <w:rFonts w:cs="Arial"/>
          <w:sz w:val="22"/>
          <w:szCs w:val="22"/>
        </w:rPr>
        <w:t>weniger</w:t>
      </w:r>
      <w:r w:rsidR="0091154A">
        <w:rPr>
          <w:rFonts w:cs="Arial"/>
          <w:sz w:val="22"/>
          <w:szCs w:val="22"/>
        </w:rPr>
        <w:t xml:space="preserve"> als im </w:t>
      </w:r>
      <w:r w:rsidR="000D2052">
        <w:rPr>
          <w:rFonts w:cs="Arial"/>
          <w:sz w:val="22"/>
          <w:szCs w:val="22"/>
        </w:rPr>
        <w:t>November</w:t>
      </w:r>
      <w:bookmarkStart w:id="0" w:name="_GoBack"/>
      <w:bookmarkEnd w:id="0"/>
      <w:r w:rsidR="00814975">
        <w:rPr>
          <w:rFonts w:cs="Arial"/>
          <w:sz w:val="22"/>
          <w:szCs w:val="22"/>
        </w:rPr>
        <w:t>.</w:t>
      </w:r>
      <w:r w:rsidR="007E7E1C" w:rsidRPr="007E7E1C">
        <w:rPr>
          <w:rFonts w:cs="Arial"/>
          <w:sz w:val="22"/>
          <w:szCs w:val="22"/>
        </w:rPr>
        <w:t xml:space="preserve"> </w:t>
      </w:r>
      <w:r w:rsidR="000D2052" w:rsidRPr="000D2052">
        <w:rPr>
          <w:rFonts w:cs="Arial"/>
          <w:sz w:val="22"/>
          <w:szCs w:val="22"/>
        </w:rPr>
        <w:t xml:space="preserve">„Die Beschäftigungslage ist im Landkreis Osnabrück weiterhin zufriedenstellend, sinkende Arbeitslosenzahlen zum Jahresende sind immer erfreulich. Unsere Region profitiert nach wie vor von seinem starken Mittelstand und gesunden Branchenmix“, sagte </w:t>
      </w:r>
      <w:proofErr w:type="spellStart"/>
      <w:r w:rsidR="000D2052" w:rsidRPr="000D2052">
        <w:rPr>
          <w:rFonts w:cs="Arial"/>
          <w:sz w:val="22"/>
          <w:szCs w:val="22"/>
        </w:rPr>
        <w:t>MaßArbeit</w:t>
      </w:r>
      <w:proofErr w:type="spellEnd"/>
      <w:r w:rsidR="000D2052" w:rsidRPr="000D2052">
        <w:rPr>
          <w:rFonts w:cs="Arial"/>
          <w:sz w:val="22"/>
          <w:szCs w:val="22"/>
        </w:rPr>
        <w:t>-Vorstand Lars Hellmers. Diese Aspekte hätten auch dazu beigetragen, dass es trotz aller Krisen im Osnabrücker Land bei den Arbeitslosenzahlen innerhalb von zwölf Monaten einen Gesamtrückgang von 200 gegeben habe.</w:t>
      </w:r>
    </w:p>
    <w:p w14:paraId="17F7A8EF" w14:textId="51B563AA" w:rsidR="003D44DC" w:rsidRPr="003D44DC" w:rsidRDefault="003D44DC" w:rsidP="003D44DC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3D44DC" w:rsidRPr="003D44DC" w:rsidSect="00132E23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0B15DD" w14:textId="77777777" w:rsidR="007B0937" w:rsidRDefault="007B0937">
      <w:r>
        <w:separator/>
      </w:r>
    </w:p>
  </w:endnote>
  <w:endnote w:type="continuationSeparator" w:id="0">
    <w:p w14:paraId="39C140BA" w14:textId="77777777" w:rsidR="007B0937" w:rsidRDefault="007B0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6E6F8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02D8E5C7" wp14:editId="55F3C48E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97A531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44A90E42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2494E26E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7EBF5160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0CA1D1A7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36F4BE39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264873" w14:textId="77777777" w:rsidR="007B0937" w:rsidRDefault="007B0937">
      <w:r>
        <w:separator/>
      </w:r>
    </w:p>
  </w:footnote>
  <w:footnote w:type="continuationSeparator" w:id="0">
    <w:p w14:paraId="0D6D415D" w14:textId="77777777" w:rsidR="007B0937" w:rsidRDefault="007B09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46A"/>
    <w:rsid w:val="00000EE1"/>
    <w:rsid w:val="00005B51"/>
    <w:rsid w:val="00015BB6"/>
    <w:rsid w:val="00020597"/>
    <w:rsid w:val="000246D6"/>
    <w:rsid w:val="0003033B"/>
    <w:rsid w:val="00031758"/>
    <w:rsid w:val="0003256E"/>
    <w:rsid w:val="00040E86"/>
    <w:rsid w:val="00042D6D"/>
    <w:rsid w:val="0005568E"/>
    <w:rsid w:val="00081B30"/>
    <w:rsid w:val="00084036"/>
    <w:rsid w:val="000926F7"/>
    <w:rsid w:val="000A5AE9"/>
    <w:rsid w:val="000B2903"/>
    <w:rsid w:val="000C5CEE"/>
    <w:rsid w:val="000C6D44"/>
    <w:rsid w:val="000D2052"/>
    <w:rsid w:val="000D2F15"/>
    <w:rsid w:val="000E0DB0"/>
    <w:rsid w:val="000F6311"/>
    <w:rsid w:val="00101A20"/>
    <w:rsid w:val="00114DDD"/>
    <w:rsid w:val="0011692A"/>
    <w:rsid w:val="0012030E"/>
    <w:rsid w:val="001205B8"/>
    <w:rsid w:val="00132E23"/>
    <w:rsid w:val="0013489F"/>
    <w:rsid w:val="00135CFC"/>
    <w:rsid w:val="00152F40"/>
    <w:rsid w:val="00153437"/>
    <w:rsid w:val="001578B3"/>
    <w:rsid w:val="0016505E"/>
    <w:rsid w:val="00175146"/>
    <w:rsid w:val="00195BB4"/>
    <w:rsid w:val="00196183"/>
    <w:rsid w:val="001B2133"/>
    <w:rsid w:val="001B4914"/>
    <w:rsid w:val="001D040D"/>
    <w:rsid w:val="001D1DFB"/>
    <w:rsid w:val="001D68D8"/>
    <w:rsid w:val="001D6B57"/>
    <w:rsid w:val="001D6C30"/>
    <w:rsid w:val="001E19C5"/>
    <w:rsid w:val="001E1C99"/>
    <w:rsid w:val="001E2CCF"/>
    <w:rsid w:val="001E48E9"/>
    <w:rsid w:val="00201BAA"/>
    <w:rsid w:val="00204134"/>
    <w:rsid w:val="0020664E"/>
    <w:rsid w:val="00207533"/>
    <w:rsid w:val="002231E1"/>
    <w:rsid w:val="00231756"/>
    <w:rsid w:val="002374A4"/>
    <w:rsid w:val="0023768C"/>
    <w:rsid w:val="00240222"/>
    <w:rsid w:val="0024086E"/>
    <w:rsid w:val="00245FC7"/>
    <w:rsid w:val="002505C1"/>
    <w:rsid w:val="00254F64"/>
    <w:rsid w:val="00260329"/>
    <w:rsid w:val="00262779"/>
    <w:rsid w:val="0026655A"/>
    <w:rsid w:val="002740C9"/>
    <w:rsid w:val="00285F09"/>
    <w:rsid w:val="0029148B"/>
    <w:rsid w:val="002933CE"/>
    <w:rsid w:val="002A2BC9"/>
    <w:rsid w:val="002B3863"/>
    <w:rsid w:val="002B5C68"/>
    <w:rsid w:val="002C4E85"/>
    <w:rsid w:val="002D38E3"/>
    <w:rsid w:val="002D3EE9"/>
    <w:rsid w:val="002F5C47"/>
    <w:rsid w:val="003103E2"/>
    <w:rsid w:val="00324DFF"/>
    <w:rsid w:val="0033647A"/>
    <w:rsid w:val="00336D89"/>
    <w:rsid w:val="00356D30"/>
    <w:rsid w:val="003653DA"/>
    <w:rsid w:val="003A753E"/>
    <w:rsid w:val="003B0203"/>
    <w:rsid w:val="003B3B41"/>
    <w:rsid w:val="003B4965"/>
    <w:rsid w:val="003B6651"/>
    <w:rsid w:val="003B7E75"/>
    <w:rsid w:val="003C53E0"/>
    <w:rsid w:val="003D3327"/>
    <w:rsid w:val="003D44DC"/>
    <w:rsid w:val="003D7E50"/>
    <w:rsid w:val="003F21F2"/>
    <w:rsid w:val="003F77F1"/>
    <w:rsid w:val="00404571"/>
    <w:rsid w:val="00412B3E"/>
    <w:rsid w:val="00415AEA"/>
    <w:rsid w:val="00420B2A"/>
    <w:rsid w:val="00426561"/>
    <w:rsid w:val="00426B58"/>
    <w:rsid w:val="00452888"/>
    <w:rsid w:val="004545F4"/>
    <w:rsid w:val="00454B87"/>
    <w:rsid w:val="00457972"/>
    <w:rsid w:val="00461AED"/>
    <w:rsid w:val="00463DFC"/>
    <w:rsid w:val="004657B2"/>
    <w:rsid w:val="00475674"/>
    <w:rsid w:val="00477547"/>
    <w:rsid w:val="004777FF"/>
    <w:rsid w:val="004903CF"/>
    <w:rsid w:val="004A27BE"/>
    <w:rsid w:val="004A6D49"/>
    <w:rsid w:val="004D3669"/>
    <w:rsid w:val="004D6DDC"/>
    <w:rsid w:val="004D6E37"/>
    <w:rsid w:val="004E32CA"/>
    <w:rsid w:val="004E3434"/>
    <w:rsid w:val="004E51ED"/>
    <w:rsid w:val="004F164C"/>
    <w:rsid w:val="00505A55"/>
    <w:rsid w:val="00507D9C"/>
    <w:rsid w:val="00510B99"/>
    <w:rsid w:val="00513C07"/>
    <w:rsid w:val="00516249"/>
    <w:rsid w:val="00534285"/>
    <w:rsid w:val="005372FD"/>
    <w:rsid w:val="005450F1"/>
    <w:rsid w:val="00550A75"/>
    <w:rsid w:val="00581C33"/>
    <w:rsid w:val="0058539D"/>
    <w:rsid w:val="005866E6"/>
    <w:rsid w:val="005867B8"/>
    <w:rsid w:val="005918DC"/>
    <w:rsid w:val="00593E8A"/>
    <w:rsid w:val="00594252"/>
    <w:rsid w:val="005A1175"/>
    <w:rsid w:val="005A150D"/>
    <w:rsid w:val="005A19BA"/>
    <w:rsid w:val="005B23D7"/>
    <w:rsid w:val="005B3EF3"/>
    <w:rsid w:val="005C1ED8"/>
    <w:rsid w:val="005C3D13"/>
    <w:rsid w:val="005D0BE5"/>
    <w:rsid w:val="005E257C"/>
    <w:rsid w:val="005E37F5"/>
    <w:rsid w:val="005E5C97"/>
    <w:rsid w:val="005F0FC7"/>
    <w:rsid w:val="005F409F"/>
    <w:rsid w:val="006103BB"/>
    <w:rsid w:val="00612F0C"/>
    <w:rsid w:val="00613D91"/>
    <w:rsid w:val="006206A0"/>
    <w:rsid w:val="00620ED2"/>
    <w:rsid w:val="0062405C"/>
    <w:rsid w:val="00635170"/>
    <w:rsid w:val="006475D5"/>
    <w:rsid w:val="00650E07"/>
    <w:rsid w:val="0065352F"/>
    <w:rsid w:val="00662383"/>
    <w:rsid w:val="00664FCD"/>
    <w:rsid w:val="006767A7"/>
    <w:rsid w:val="00692C06"/>
    <w:rsid w:val="00693E1F"/>
    <w:rsid w:val="00694176"/>
    <w:rsid w:val="006967BE"/>
    <w:rsid w:val="006A5830"/>
    <w:rsid w:val="006B007F"/>
    <w:rsid w:val="006B36B2"/>
    <w:rsid w:val="006D029B"/>
    <w:rsid w:val="006D44BA"/>
    <w:rsid w:val="006E3029"/>
    <w:rsid w:val="006F037F"/>
    <w:rsid w:val="006F4CA7"/>
    <w:rsid w:val="006F6497"/>
    <w:rsid w:val="00704152"/>
    <w:rsid w:val="00712E5F"/>
    <w:rsid w:val="007204C3"/>
    <w:rsid w:val="007208B4"/>
    <w:rsid w:val="00725685"/>
    <w:rsid w:val="00733906"/>
    <w:rsid w:val="00733CBD"/>
    <w:rsid w:val="00742055"/>
    <w:rsid w:val="00752077"/>
    <w:rsid w:val="00753AAB"/>
    <w:rsid w:val="00755887"/>
    <w:rsid w:val="007579E9"/>
    <w:rsid w:val="0077178F"/>
    <w:rsid w:val="00772772"/>
    <w:rsid w:val="00794368"/>
    <w:rsid w:val="007A5C71"/>
    <w:rsid w:val="007A7276"/>
    <w:rsid w:val="007B0214"/>
    <w:rsid w:val="007B0937"/>
    <w:rsid w:val="007C6D3A"/>
    <w:rsid w:val="007D43B8"/>
    <w:rsid w:val="007D502F"/>
    <w:rsid w:val="007E66B8"/>
    <w:rsid w:val="007E75D2"/>
    <w:rsid w:val="007E7E1C"/>
    <w:rsid w:val="007F72FE"/>
    <w:rsid w:val="007F7597"/>
    <w:rsid w:val="00802F26"/>
    <w:rsid w:val="008039BB"/>
    <w:rsid w:val="00814975"/>
    <w:rsid w:val="00817F25"/>
    <w:rsid w:val="008212C7"/>
    <w:rsid w:val="008241E0"/>
    <w:rsid w:val="008324A7"/>
    <w:rsid w:val="00835CA5"/>
    <w:rsid w:val="0083609F"/>
    <w:rsid w:val="008412FE"/>
    <w:rsid w:val="00846034"/>
    <w:rsid w:val="00852209"/>
    <w:rsid w:val="00853E76"/>
    <w:rsid w:val="00865D9F"/>
    <w:rsid w:val="00874C61"/>
    <w:rsid w:val="00890DA0"/>
    <w:rsid w:val="008F103E"/>
    <w:rsid w:val="0091154A"/>
    <w:rsid w:val="00913CCC"/>
    <w:rsid w:val="00920575"/>
    <w:rsid w:val="00920DC7"/>
    <w:rsid w:val="00926427"/>
    <w:rsid w:val="00931A72"/>
    <w:rsid w:val="0093289E"/>
    <w:rsid w:val="009373DF"/>
    <w:rsid w:val="00952958"/>
    <w:rsid w:val="00956EE2"/>
    <w:rsid w:val="0096348B"/>
    <w:rsid w:val="00981D73"/>
    <w:rsid w:val="009878E3"/>
    <w:rsid w:val="009B5509"/>
    <w:rsid w:val="009C18DA"/>
    <w:rsid w:val="009C40EC"/>
    <w:rsid w:val="009C56F9"/>
    <w:rsid w:val="009C7292"/>
    <w:rsid w:val="009D715B"/>
    <w:rsid w:val="009F0C34"/>
    <w:rsid w:val="009F3F72"/>
    <w:rsid w:val="00A11BA4"/>
    <w:rsid w:val="00A122D6"/>
    <w:rsid w:val="00A14CDD"/>
    <w:rsid w:val="00A26767"/>
    <w:rsid w:val="00A27348"/>
    <w:rsid w:val="00A27512"/>
    <w:rsid w:val="00A3083C"/>
    <w:rsid w:val="00A325C0"/>
    <w:rsid w:val="00A337E2"/>
    <w:rsid w:val="00A348E4"/>
    <w:rsid w:val="00A416CD"/>
    <w:rsid w:val="00A54C95"/>
    <w:rsid w:val="00A62DC5"/>
    <w:rsid w:val="00A667F9"/>
    <w:rsid w:val="00A87C2A"/>
    <w:rsid w:val="00A94599"/>
    <w:rsid w:val="00A9459C"/>
    <w:rsid w:val="00AA25DE"/>
    <w:rsid w:val="00AB163F"/>
    <w:rsid w:val="00AB3D36"/>
    <w:rsid w:val="00AC09BF"/>
    <w:rsid w:val="00AC5710"/>
    <w:rsid w:val="00AE116B"/>
    <w:rsid w:val="00AE76DB"/>
    <w:rsid w:val="00AF3057"/>
    <w:rsid w:val="00AF5D6B"/>
    <w:rsid w:val="00AF660B"/>
    <w:rsid w:val="00B00D93"/>
    <w:rsid w:val="00B02D79"/>
    <w:rsid w:val="00B03CD9"/>
    <w:rsid w:val="00B04922"/>
    <w:rsid w:val="00B173AD"/>
    <w:rsid w:val="00B236FB"/>
    <w:rsid w:val="00B24C07"/>
    <w:rsid w:val="00B35C89"/>
    <w:rsid w:val="00B36A39"/>
    <w:rsid w:val="00B55048"/>
    <w:rsid w:val="00B61265"/>
    <w:rsid w:val="00B6750B"/>
    <w:rsid w:val="00B7528C"/>
    <w:rsid w:val="00B77C30"/>
    <w:rsid w:val="00B9699F"/>
    <w:rsid w:val="00BA335B"/>
    <w:rsid w:val="00BC7B6C"/>
    <w:rsid w:val="00BF7514"/>
    <w:rsid w:val="00C007A2"/>
    <w:rsid w:val="00C01C4F"/>
    <w:rsid w:val="00C04D2F"/>
    <w:rsid w:val="00C07EFE"/>
    <w:rsid w:val="00C161B0"/>
    <w:rsid w:val="00C17384"/>
    <w:rsid w:val="00C20D79"/>
    <w:rsid w:val="00C23BC6"/>
    <w:rsid w:val="00C348AE"/>
    <w:rsid w:val="00C45F70"/>
    <w:rsid w:val="00C47E4A"/>
    <w:rsid w:val="00C5188F"/>
    <w:rsid w:val="00C6313A"/>
    <w:rsid w:val="00C80C17"/>
    <w:rsid w:val="00C8640C"/>
    <w:rsid w:val="00C900C6"/>
    <w:rsid w:val="00C92292"/>
    <w:rsid w:val="00C94C7B"/>
    <w:rsid w:val="00C973BB"/>
    <w:rsid w:val="00C975E7"/>
    <w:rsid w:val="00CA0B0B"/>
    <w:rsid w:val="00CA3095"/>
    <w:rsid w:val="00CB4CA8"/>
    <w:rsid w:val="00CB5FA2"/>
    <w:rsid w:val="00CC2DAE"/>
    <w:rsid w:val="00CC3015"/>
    <w:rsid w:val="00CC7285"/>
    <w:rsid w:val="00CE054C"/>
    <w:rsid w:val="00CF64D2"/>
    <w:rsid w:val="00CF7137"/>
    <w:rsid w:val="00D073E8"/>
    <w:rsid w:val="00D1634B"/>
    <w:rsid w:val="00D20DCF"/>
    <w:rsid w:val="00D22849"/>
    <w:rsid w:val="00D31443"/>
    <w:rsid w:val="00D33261"/>
    <w:rsid w:val="00D34A8D"/>
    <w:rsid w:val="00D35271"/>
    <w:rsid w:val="00D361E8"/>
    <w:rsid w:val="00D4178B"/>
    <w:rsid w:val="00D65DFA"/>
    <w:rsid w:val="00D81480"/>
    <w:rsid w:val="00D92E5F"/>
    <w:rsid w:val="00D9683C"/>
    <w:rsid w:val="00DA1350"/>
    <w:rsid w:val="00DA1B37"/>
    <w:rsid w:val="00DB6269"/>
    <w:rsid w:val="00DB724E"/>
    <w:rsid w:val="00DC0725"/>
    <w:rsid w:val="00DC4CEB"/>
    <w:rsid w:val="00DC68B3"/>
    <w:rsid w:val="00DE2E37"/>
    <w:rsid w:val="00DF040A"/>
    <w:rsid w:val="00DF337D"/>
    <w:rsid w:val="00E01D40"/>
    <w:rsid w:val="00E044C2"/>
    <w:rsid w:val="00E11EBA"/>
    <w:rsid w:val="00E1423B"/>
    <w:rsid w:val="00E17619"/>
    <w:rsid w:val="00E20523"/>
    <w:rsid w:val="00E2306C"/>
    <w:rsid w:val="00E41D80"/>
    <w:rsid w:val="00E449A3"/>
    <w:rsid w:val="00E520EE"/>
    <w:rsid w:val="00E52A8F"/>
    <w:rsid w:val="00E5620D"/>
    <w:rsid w:val="00E6194B"/>
    <w:rsid w:val="00E65AD5"/>
    <w:rsid w:val="00E7005D"/>
    <w:rsid w:val="00E7021A"/>
    <w:rsid w:val="00E83846"/>
    <w:rsid w:val="00E852A4"/>
    <w:rsid w:val="00E9241C"/>
    <w:rsid w:val="00E9576C"/>
    <w:rsid w:val="00E962B0"/>
    <w:rsid w:val="00EB232C"/>
    <w:rsid w:val="00EB566C"/>
    <w:rsid w:val="00EB5C78"/>
    <w:rsid w:val="00ED074E"/>
    <w:rsid w:val="00ED1AA3"/>
    <w:rsid w:val="00EE570F"/>
    <w:rsid w:val="00EF5140"/>
    <w:rsid w:val="00F13B81"/>
    <w:rsid w:val="00F16104"/>
    <w:rsid w:val="00F16237"/>
    <w:rsid w:val="00F228E1"/>
    <w:rsid w:val="00F37799"/>
    <w:rsid w:val="00F42A6B"/>
    <w:rsid w:val="00F43A7F"/>
    <w:rsid w:val="00F463B4"/>
    <w:rsid w:val="00F62139"/>
    <w:rsid w:val="00F653E1"/>
    <w:rsid w:val="00F66A9D"/>
    <w:rsid w:val="00F73A36"/>
    <w:rsid w:val="00F75002"/>
    <w:rsid w:val="00F81C19"/>
    <w:rsid w:val="00F83331"/>
    <w:rsid w:val="00F90932"/>
    <w:rsid w:val="00FA0855"/>
    <w:rsid w:val="00FA1213"/>
    <w:rsid w:val="00FA7E76"/>
    <w:rsid w:val="00FD4E16"/>
    <w:rsid w:val="00FD558C"/>
    <w:rsid w:val="00FD6127"/>
    <w:rsid w:val="00FD688D"/>
    <w:rsid w:val="00FE1DAF"/>
    <w:rsid w:val="00FE425B"/>
    <w:rsid w:val="00FF2146"/>
    <w:rsid w:val="00FF3FE8"/>
    <w:rsid w:val="00FF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BB7CB2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35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968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79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A5ECF-EB6B-4133-82B1-C044F161C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166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114</cp:revision>
  <cp:lastPrinted>2012-08-06T06:57:00Z</cp:lastPrinted>
  <dcterms:created xsi:type="dcterms:W3CDTF">2021-09-16T12:05:00Z</dcterms:created>
  <dcterms:modified xsi:type="dcterms:W3CDTF">2024-12-23T08:43:00Z</dcterms:modified>
</cp:coreProperties>
</file>