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2539487A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4C5A8C">
        <w:rPr>
          <w:rFonts w:ascii="Arial Narrow" w:hAnsi="Arial Narrow" w:cs="Arial"/>
          <w:sz w:val="22"/>
          <w:szCs w:val="22"/>
        </w:rPr>
        <w:t>28.0</w:t>
      </w:r>
      <w:r w:rsidR="00770849">
        <w:rPr>
          <w:rFonts w:ascii="Arial Narrow" w:hAnsi="Arial Narrow" w:cs="Arial"/>
          <w:sz w:val="22"/>
          <w:szCs w:val="22"/>
        </w:rPr>
        <w:t>3</w:t>
      </w:r>
      <w:r w:rsidR="005638FE">
        <w:rPr>
          <w:rFonts w:ascii="Arial Narrow" w:hAnsi="Arial Narrow" w:cs="Arial"/>
          <w:sz w:val="22"/>
          <w:szCs w:val="22"/>
        </w:rPr>
        <w:t>.2025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4B47AA23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4C5A8C">
        <w:rPr>
          <w:rFonts w:cs="Arial"/>
          <w:b/>
          <w:sz w:val="22"/>
          <w:szCs w:val="22"/>
        </w:rPr>
        <w:t>nochmals</w:t>
      </w:r>
      <w:r w:rsidR="00063B5B">
        <w:rPr>
          <w:rFonts w:cs="Arial"/>
          <w:b/>
          <w:sz w:val="22"/>
          <w:szCs w:val="22"/>
        </w:rPr>
        <w:t xml:space="preserve"> gestiegen</w:t>
      </w:r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6B1A4B81" w14:textId="2C80ED7C" w:rsidR="00E73FDB" w:rsidRDefault="00537B68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673FFE">
        <w:rPr>
          <w:rFonts w:cs="Arial"/>
          <w:sz w:val="22"/>
          <w:szCs w:val="22"/>
        </w:rPr>
        <w:t xml:space="preserve"> </w:t>
      </w:r>
      <w:r w:rsidR="004C5A8C">
        <w:rPr>
          <w:rFonts w:cs="Arial"/>
          <w:sz w:val="22"/>
          <w:szCs w:val="22"/>
        </w:rPr>
        <w:t>erneut</w:t>
      </w:r>
      <w:r w:rsidR="00063B5B">
        <w:rPr>
          <w:rFonts w:cs="Arial"/>
          <w:sz w:val="22"/>
          <w:szCs w:val="22"/>
        </w:rPr>
        <w:t xml:space="preserve">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770849">
        <w:rPr>
          <w:rFonts w:cs="Arial"/>
          <w:sz w:val="22"/>
          <w:szCs w:val="22"/>
        </w:rPr>
        <w:t xml:space="preserve">März </w:t>
      </w:r>
      <w:proofErr w:type="gramStart"/>
      <w:r w:rsidR="00770849">
        <w:rPr>
          <w:rFonts w:cs="Arial"/>
          <w:sz w:val="22"/>
          <w:szCs w:val="22"/>
        </w:rPr>
        <w:t>325</w:t>
      </w:r>
      <w:r w:rsidR="00124E17">
        <w:rPr>
          <w:rFonts w:cs="Arial"/>
          <w:sz w:val="22"/>
          <w:szCs w:val="22"/>
        </w:rPr>
        <w:t xml:space="preserve"> </w:t>
      </w:r>
      <w:r w:rsidR="00770849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>arbeitslose</w:t>
      </w:r>
      <w:proofErr w:type="gramEnd"/>
      <w:r w:rsidR="00C07EFE" w:rsidRPr="00C07EFE">
        <w:rPr>
          <w:rFonts w:cs="Arial"/>
          <w:sz w:val="22"/>
          <w:szCs w:val="22"/>
        </w:rPr>
        <w:t xml:space="preserve">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770849">
        <w:rPr>
          <w:rFonts w:cs="Arial"/>
          <w:sz w:val="22"/>
          <w:szCs w:val="22"/>
        </w:rPr>
        <w:t>Februar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770849">
        <w:rPr>
          <w:rFonts w:cs="Arial"/>
          <w:sz w:val="22"/>
          <w:szCs w:val="22"/>
        </w:rPr>
        <w:t>303</w:t>
      </w:r>
      <w:r w:rsidR="00673FFE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673FFE">
        <w:rPr>
          <w:rFonts w:cs="Arial"/>
          <w:sz w:val="22"/>
          <w:szCs w:val="22"/>
        </w:rPr>
        <w:t xml:space="preserve">. </w:t>
      </w:r>
      <w:r w:rsidR="00770849" w:rsidRPr="00770849">
        <w:rPr>
          <w:rFonts w:cs="Arial"/>
          <w:sz w:val="22"/>
          <w:szCs w:val="22"/>
        </w:rPr>
        <w:t>„Im Kreisgebiet zeigen die Langzeitarbeitslosenzahlen derzeit noch einen moderaten Anstieg, was auf die aktuelle angespannte w</w:t>
      </w:r>
      <w:bookmarkStart w:id="0" w:name="_GoBack"/>
      <w:bookmarkEnd w:id="0"/>
      <w:r w:rsidR="00770849" w:rsidRPr="00770849">
        <w:rPr>
          <w:rFonts w:cs="Arial"/>
          <w:sz w:val="22"/>
          <w:szCs w:val="22"/>
        </w:rPr>
        <w:t xml:space="preserve">irtschaftliche und konjunkturelle Lage hinweist. Trotz der enormen Herausforderungen, die die Wirtschaft mit sich bringt, bleibt die Situation im Vergleich zu anderen Regionen erstaunlich stabil“, stellte </w:t>
      </w:r>
      <w:proofErr w:type="spellStart"/>
      <w:r w:rsidR="00770849" w:rsidRPr="00770849">
        <w:rPr>
          <w:rFonts w:cs="Arial"/>
          <w:sz w:val="22"/>
          <w:szCs w:val="22"/>
        </w:rPr>
        <w:t>MaßArbeit</w:t>
      </w:r>
      <w:proofErr w:type="spellEnd"/>
      <w:r w:rsidR="00770849" w:rsidRPr="00770849">
        <w:rPr>
          <w:rFonts w:cs="Arial"/>
          <w:sz w:val="22"/>
          <w:szCs w:val="22"/>
        </w:rPr>
        <w:t>-Vorstand Lars Hellmers fest. Es sei wichtig, weiterhin gezielte Maßnahmen zur Unterstützung der Langzeitarbeitslosen zu ergreifen, um die Integration in den Arbeitsmarkt zu fördern, so Hellmers weiter.</w:t>
      </w:r>
    </w:p>
    <w:sectPr w:rsidR="00E73FDB" w:rsidSect="00321DD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7D10E" w14:textId="77777777" w:rsidR="007C4F8B" w:rsidRDefault="007C4F8B">
      <w:r>
        <w:separator/>
      </w:r>
    </w:p>
  </w:endnote>
  <w:endnote w:type="continuationSeparator" w:id="0">
    <w:p w14:paraId="1FCB8D98" w14:textId="77777777" w:rsidR="007C4F8B" w:rsidRDefault="007C4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7E639" w14:textId="77777777" w:rsidR="007C4F8B" w:rsidRDefault="007C4F8B">
      <w:r>
        <w:separator/>
      </w:r>
    </w:p>
  </w:footnote>
  <w:footnote w:type="continuationSeparator" w:id="0">
    <w:p w14:paraId="1F0C50F9" w14:textId="77777777" w:rsidR="007C4F8B" w:rsidRDefault="007C4F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A33"/>
    <w:rsid w:val="00031D6F"/>
    <w:rsid w:val="000345B2"/>
    <w:rsid w:val="00040E86"/>
    <w:rsid w:val="0004178A"/>
    <w:rsid w:val="00042D6D"/>
    <w:rsid w:val="00046F1D"/>
    <w:rsid w:val="00052F17"/>
    <w:rsid w:val="00063B5B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E71FD"/>
    <w:rsid w:val="000F6311"/>
    <w:rsid w:val="00101A20"/>
    <w:rsid w:val="00102E71"/>
    <w:rsid w:val="00112212"/>
    <w:rsid w:val="00115C09"/>
    <w:rsid w:val="0012030E"/>
    <w:rsid w:val="00124E17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3913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43F3D"/>
    <w:rsid w:val="002505C1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1DD3"/>
    <w:rsid w:val="00324DFF"/>
    <w:rsid w:val="0033647A"/>
    <w:rsid w:val="00343CC0"/>
    <w:rsid w:val="00383B03"/>
    <w:rsid w:val="0038761B"/>
    <w:rsid w:val="00394362"/>
    <w:rsid w:val="003A19E7"/>
    <w:rsid w:val="003A753E"/>
    <w:rsid w:val="003B35DB"/>
    <w:rsid w:val="003B3B41"/>
    <w:rsid w:val="003B3FF0"/>
    <w:rsid w:val="003C53E0"/>
    <w:rsid w:val="003D7E50"/>
    <w:rsid w:val="003F717E"/>
    <w:rsid w:val="003F77F1"/>
    <w:rsid w:val="00412B3E"/>
    <w:rsid w:val="00441080"/>
    <w:rsid w:val="00442116"/>
    <w:rsid w:val="00454B87"/>
    <w:rsid w:val="00463DFC"/>
    <w:rsid w:val="00483CDA"/>
    <w:rsid w:val="00495CC9"/>
    <w:rsid w:val="004A1023"/>
    <w:rsid w:val="004A1372"/>
    <w:rsid w:val="004A1396"/>
    <w:rsid w:val="004A27BE"/>
    <w:rsid w:val="004A5A5C"/>
    <w:rsid w:val="004A6D49"/>
    <w:rsid w:val="004B54C4"/>
    <w:rsid w:val="004B6A5A"/>
    <w:rsid w:val="004C5A8C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46AA8"/>
    <w:rsid w:val="00561691"/>
    <w:rsid w:val="005638FE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3FFE"/>
    <w:rsid w:val="00676442"/>
    <w:rsid w:val="00685F03"/>
    <w:rsid w:val="00693E1F"/>
    <w:rsid w:val="00694176"/>
    <w:rsid w:val="006A5830"/>
    <w:rsid w:val="006C21A0"/>
    <w:rsid w:val="006D029B"/>
    <w:rsid w:val="006D192C"/>
    <w:rsid w:val="006E3CC0"/>
    <w:rsid w:val="006E6D79"/>
    <w:rsid w:val="006F4CA7"/>
    <w:rsid w:val="006F6497"/>
    <w:rsid w:val="007208B4"/>
    <w:rsid w:val="00742055"/>
    <w:rsid w:val="00752077"/>
    <w:rsid w:val="00755887"/>
    <w:rsid w:val="00770849"/>
    <w:rsid w:val="00771C32"/>
    <w:rsid w:val="00793806"/>
    <w:rsid w:val="00796B4E"/>
    <w:rsid w:val="007B0214"/>
    <w:rsid w:val="007C4F8B"/>
    <w:rsid w:val="007C6D3A"/>
    <w:rsid w:val="007D43B8"/>
    <w:rsid w:val="007D502F"/>
    <w:rsid w:val="007E4C5E"/>
    <w:rsid w:val="007E66B8"/>
    <w:rsid w:val="007F01F3"/>
    <w:rsid w:val="007F7597"/>
    <w:rsid w:val="00802F26"/>
    <w:rsid w:val="008039BB"/>
    <w:rsid w:val="00811265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552B1"/>
    <w:rsid w:val="00863C2B"/>
    <w:rsid w:val="00874C61"/>
    <w:rsid w:val="00890DA0"/>
    <w:rsid w:val="008A1334"/>
    <w:rsid w:val="008C0989"/>
    <w:rsid w:val="008E3177"/>
    <w:rsid w:val="008F103E"/>
    <w:rsid w:val="008F1790"/>
    <w:rsid w:val="008F3928"/>
    <w:rsid w:val="00905A19"/>
    <w:rsid w:val="00905B86"/>
    <w:rsid w:val="00920DC7"/>
    <w:rsid w:val="0092181D"/>
    <w:rsid w:val="009253AE"/>
    <w:rsid w:val="00926427"/>
    <w:rsid w:val="0093289E"/>
    <w:rsid w:val="00962760"/>
    <w:rsid w:val="0096348B"/>
    <w:rsid w:val="00971098"/>
    <w:rsid w:val="00974329"/>
    <w:rsid w:val="00977398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50DF"/>
    <w:rsid w:val="00A667F9"/>
    <w:rsid w:val="00A7574A"/>
    <w:rsid w:val="00A9092F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375B"/>
    <w:rsid w:val="00B35C89"/>
    <w:rsid w:val="00B36A39"/>
    <w:rsid w:val="00B42095"/>
    <w:rsid w:val="00B44B38"/>
    <w:rsid w:val="00B45AF6"/>
    <w:rsid w:val="00B55048"/>
    <w:rsid w:val="00B554AC"/>
    <w:rsid w:val="00B61265"/>
    <w:rsid w:val="00B65454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20BF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E3159"/>
    <w:rsid w:val="00CF004D"/>
    <w:rsid w:val="00CF7137"/>
    <w:rsid w:val="00D06A80"/>
    <w:rsid w:val="00D073E8"/>
    <w:rsid w:val="00D11F0F"/>
    <w:rsid w:val="00D14728"/>
    <w:rsid w:val="00D1634B"/>
    <w:rsid w:val="00D25A82"/>
    <w:rsid w:val="00D32FA2"/>
    <w:rsid w:val="00D33261"/>
    <w:rsid w:val="00D35271"/>
    <w:rsid w:val="00D35E46"/>
    <w:rsid w:val="00D4178B"/>
    <w:rsid w:val="00D55660"/>
    <w:rsid w:val="00D65DFA"/>
    <w:rsid w:val="00D92E5F"/>
    <w:rsid w:val="00DA1B37"/>
    <w:rsid w:val="00DB0BA6"/>
    <w:rsid w:val="00DB458A"/>
    <w:rsid w:val="00DB6269"/>
    <w:rsid w:val="00DB636E"/>
    <w:rsid w:val="00DB724E"/>
    <w:rsid w:val="00DC4CEB"/>
    <w:rsid w:val="00DC68B3"/>
    <w:rsid w:val="00DE0376"/>
    <w:rsid w:val="00DE2E37"/>
    <w:rsid w:val="00DF1F9D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44ACB"/>
    <w:rsid w:val="00E65AD5"/>
    <w:rsid w:val="00E7005D"/>
    <w:rsid w:val="00E73FDB"/>
    <w:rsid w:val="00E852A4"/>
    <w:rsid w:val="00E873AD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32C88"/>
    <w:rsid w:val="00F42A6B"/>
    <w:rsid w:val="00F43A7F"/>
    <w:rsid w:val="00F463B4"/>
    <w:rsid w:val="00F52408"/>
    <w:rsid w:val="00F619A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CA3C-320E-407A-BBAE-D72D88F9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110</cp:revision>
  <cp:lastPrinted>2012-08-06T06:57:00Z</cp:lastPrinted>
  <dcterms:created xsi:type="dcterms:W3CDTF">2021-09-20T07:23:00Z</dcterms:created>
  <dcterms:modified xsi:type="dcterms:W3CDTF">2025-03-24T08:45:00Z</dcterms:modified>
</cp:coreProperties>
</file>