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F3823E4" w14:textId="77777777">
        <w:trPr>
          <w:cantSplit/>
          <w:trHeight w:val="1845"/>
        </w:trPr>
        <w:tc>
          <w:tcPr>
            <w:tcW w:w="7088" w:type="dxa"/>
          </w:tcPr>
          <w:p w14:paraId="135785AF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255B8C74" wp14:editId="4428046C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B03F8D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782C7C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2EA2D2B" w14:textId="77777777">
        <w:trPr>
          <w:cantSplit/>
        </w:trPr>
        <w:tc>
          <w:tcPr>
            <w:tcW w:w="7088" w:type="dxa"/>
          </w:tcPr>
          <w:p w14:paraId="27C5DDE9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3E8B9C" wp14:editId="507EBA7C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05F50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CDF05B0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CD3AAC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4F4A89AD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908A56" w14:textId="237F5134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B6226">
        <w:rPr>
          <w:rFonts w:ascii="Arial Narrow" w:hAnsi="Arial Narrow" w:cs="Arial"/>
          <w:sz w:val="22"/>
          <w:szCs w:val="22"/>
        </w:rPr>
        <w:t>30.04</w:t>
      </w:r>
      <w:r w:rsidR="0005170C">
        <w:rPr>
          <w:rFonts w:ascii="Arial Narrow" w:hAnsi="Arial Narrow" w:cs="Arial"/>
          <w:sz w:val="22"/>
          <w:szCs w:val="22"/>
        </w:rPr>
        <w:t>.</w:t>
      </w:r>
      <w:r w:rsidR="005A2B57">
        <w:rPr>
          <w:rFonts w:ascii="Arial Narrow" w:hAnsi="Arial Narrow" w:cs="Arial"/>
          <w:sz w:val="22"/>
          <w:szCs w:val="22"/>
        </w:rPr>
        <w:t>2025</w:t>
      </w:r>
    </w:p>
    <w:p w14:paraId="3917F2F0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66CFB807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49D3D26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E3B04BE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1931D2A1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276A29A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2ECCCA3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76F5C1" w14:textId="0B7EE4C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BBEA90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C6863E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C50695" wp14:editId="299A4C4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07E11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BCDE78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53889C1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50964E5" w14:textId="7E1AE079" w:rsidR="00852209" w:rsidRPr="00535CC1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35CC1">
        <w:rPr>
          <w:rFonts w:cs="Arial"/>
          <w:b/>
          <w:sz w:val="22"/>
          <w:szCs w:val="22"/>
        </w:rPr>
        <w:t>Zahl der</w:t>
      </w:r>
      <w:r w:rsidR="0023768C" w:rsidRPr="00535CC1">
        <w:rPr>
          <w:rFonts w:cs="Arial"/>
          <w:b/>
          <w:sz w:val="22"/>
          <w:szCs w:val="22"/>
        </w:rPr>
        <w:t xml:space="preserve"> Langzeitarbeitslose</w:t>
      </w:r>
      <w:r w:rsidRPr="00535CC1">
        <w:rPr>
          <w:rFonts w:cs="Arial"/>
          <w:b/>
          <w:sz w:val="22"/>
          <w:szCs w:val="22"/>
        </w:rPr>
        <w:t xml:space="preserve">n </w:t>
      </w:r>
      <w:r w:rsidR="009916D9">
        <w:rPr>
          <w:rFonts w:cs="Arial"/>
          <w:b/>
          <w:sz w:val="22"/>
          <w:szCs w:val="22"/>
        </w:rPr>
        <w:t xml:space="preserve">leicht </w:t>
      </w:r>
      <w:r w:rsidR="003B6226">
        <w:rPr>
          <w:rFonts w:cs="Arial"/>
          <w:b/>
          <w:sz w:val="22"/>
          <w:szCs w:val="22"/>
        </w:rPr>
        <w:t>gestiegen</w:t>
      </w:r>
    </w:p>
    <w:p w14:paraId="54704602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4759F4BF" w14:textId="77777777" w:rsidR="001D60F7" w:rsidRPr="001D60F7" w:rsidRDefault="00ED5296" w:rsidP="001D60F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Belm</w:t>
      </w:r>
      <w:proofErr w:type="spellEnd"/>
      <w:r>
        <w:rPr>
          <w:rFonts w:cs="Arial"/>
          <w:b/>
          <w:sz w:val="22"/>
          <w:szCs w:val="22"/>
        </w:rPr>
        <w:t>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proofErr w:type="spellStart"/>
      <w:r>
        <w:rPr>
          <w:rFonts w:cs="Arial"/>
          <w:sz w:val="22"/>
          <w:szCs w:val="22"/>
        </w:rPr>
        <w:t>Belm</w:t>
      </w:r>
      <w:proofErr w:type="spellEnd"/>
      <w:r>
        <w:rPr>
          <w:rFonts w:cs="Arial"/>
          <w:sz w:val="22"/>
          <w:szCs w:val="22"/>
        </w:rPr>
        <w:t>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>st im laufenden Monat</w:t>
      </w:r>
      <w:r w:rsidR="00FB056F">
        <w:rPr>
          <w:rFonts w:cs="Arial"/>
          <w:sz w:val="22"/>
          <w:szCs w:val="22"/>
        </w:rPr>
        <w:t xml:space="preserve"> </w:t>
      </w:r>
      <w:r w:rsidR="00114ACC">
        <w:rPr>
          <w:rFonts w:cs="Arial"/>
          <w:sz w:val="22"/>
          <w:szCs w:val="22"/>
        </w:rPr>
        <w:t xml:space="preserve">leicht </w:t>
      </w:r>
      <w:r w:rsidR="003B6226">
        <w:rPr>
          <w:rFonts w:cs="Arial"/>
          <w:sz w:val="22"/>
          <w:szCs w:val="22"/>
        </w:rPr>
        <w:t>gestiegen</w:t>
      </w:r>
      <w:r w:rsidR="00535CC1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3B6226">
        <w:rPr>
          <w:rFonts w:cs="Arial"/>
          <w:sz w:val="22"/>
          <w:szCs w:val="22"/>
        </w:rPr>
        <w:t>April 441</w:t>
      </w:r>
      <w:r w:rsidR="00A76D13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A583D">
        <w:rPr>
          <w:rFonts w:cs="Arial"/>
          <w:sz w:val="22"/>
          <w:szCs w:val="22"/>
        </w:rPr>
        <w:t xml:space="preserve">von </w:t>
      </w:r>
      <w:r w:rsidR="007907FF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Das </w:t>
      </w:r>
      <w:r w:rsidR="009D657F">
        <w:rPr>
          <w:rFonts w:cs="Arial"/>
          <w:sz w:val="22"/>
          <w:szCs w:val="22"/>
        </w:rPr>
        <w:t xml:space="preserve">sind </w:t>
      </w:r>
      <w:r w:rsidR="003B6226">
        <w:rPr>
          <w:rFonts w:cs="Arial"/>
          <w:sz w:val="22"/>
          <w:szCs w:val="22"/>
        </w:rPr>
        <w:t>4</w:t>
      </w:r>
      <w:r w:rsidR="00A917CA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3B6226">
        <w:rPr>
          <w:rFonts w:cs="Arial"/>
          <w:sz w:val="22"/>
          <w:szCs w:val="22"/>
        </w:rPr>
        <w:t>mehr</w:t>
      </w:r>
      <w:r w:rsidR="00EA3F5C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als</w:t>
      </w:r>
      <w:r w:rsidR="000574B4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im</w:t>
      </w:r>
      <w:r w:rsidR="00117B95">
        <w:rPr>
          <w:rFonts w:cs="Arial"/>
          <w:sz w:val="22"/>
          <w:szCs w:val="22"/>
        </w:rPr>
        <w:t xml:space="preserve"> </w:t>
      </w:r>
      <w:r w:rsidR="000A69F6">
        <w:rPr>
          <w:rFonts w:cs="Arial"/>
          <w:sz w:val="22"/>
          <w:szCs w:val="22"/>
        </w:rPr>
        <w:t>März</w:t>
      </w:r>
      <w:r w:rsidR="00012791">
        <w:rPr>
          <w:rFonts w:cs="Arial"/>
          <w:sz w:val="22"/>
          <w:szCs w:val="22"/>
        </w:rPr>
        <w:t>.</w:t>
      </w:r>
      <w:r w:rsidR="0005170C">
        <w:rPr>
          <w:rFonts w:cs="Arial"/>
          <w:sz w:val="22"/>
          <w:szCs w:val="22"/>
        </w:rPr>
        <w:t xml:space="preserve"> </w:t>
      </w:r>
      <w:r w:rsidR="003B6226" w:rsidRPr="003B6226">
        <w:rPr>
          <w:rFonts w:cs="Arial"/>
          <w:sz w:val="22"/>
          <w:szCs w:val="22"/>
        </w:rPr>
        <w:t xml:space="preserve">„Die Langzeitarbeitslosigkeit im Kreisgebiet stagniert im April auf niedrigem Niveau“, so </w:t>
      </w:r>
      <w:proofErr w:type="spellStart"/>
      <w:r w:rsidR="003B6226" w:rsidRPr="003B6226">
        <w:rPr>
          <w:rFonts w:cs="Arial"/>
          <w:sz w:val="22"/>
          <w:szCs w:val="22"/>
        </w:rPr>
        <w:t>MaßArbeit</w:t>
      </w:r>
      <w:proofErr w:type="spellEnd"/>
      <w:r w:rsidR="003B6226" w:rsidRPr="003B6226">
        <w:rPr>
          <w:rFonts w:cs="Arial"/>
          <w:sz w:val="22"/>
          <w:szCs w:val="22"/>
        </w:rPr>
        <w:t xml:space="preserve">-Vorstand Lars </w:t>
      </w:r>
      <w:proofErr w:type="spellStart"/>
      <w:r w:rsidR="003B6226" w:rsidRPr="003B6226">
        <w:rPr>
          <w:rFonts w:cs="Arial"/>
          <w:sz w:val="22"/>
          <w:szCs w:val="22"/>
        </w:rPr>
        <w:t>Hellmers</w:t>
      </w:r>
      <w:proofErr w:type="spellEnd"/>
      <w:r w:rsidR="003B6226" w:rsidRPr="003B6226">
        <w:rPr>
          <w:rFonts w:cs="Arial"/>
          <w:sz w:val="22"/>
          <w:szCs w:val="22"/>
        </w:rPr>
        <w:t xml:space="preserve"> fest. </w:t>
      </w:r>
      <w:r w:rsidR="001D60F7" w:rsidRPr="001D60F7">
        <w:rPr>
          <w:rFonts w:cs="Arial"/>
          <w:sz w:val="22"/>
          <w:szCs w:val="22"/>
        </w:rPr>
        <w:t xml:space="preserve">“Unser regionaler Arbeitsmarkt zeigt sich nach wie vor aufnahmefähig. Wir werden das mit einer passgenauen Qualifizierung unserer Zielgruppe gezielt unterstützen“, zeigte sich </w:t>
      </w:r>
      <w:proofErr w:type="spellStart"/>
      <w:r w:rsidR="001D60F7" w:rsidRPr="001D60F7">
        <w:rPr>
          <w:rFonts w:cs="Arial"/>
          <w:sz w:val="22"/>
          <w:szCs w:val="22"/>
        </w:rPr>
        <w:t>Hellmers</w:t>
      </w:r>
      <w:proofErr w:type="spellEnd"/>
      <w:r w:rsidR="001D60F7" w:rsidRPr="001D60F7">
        <w:rPr>
          <w:rFonts w:cs="Arial"/>
          <w:sz w:val="22"/>
          <w:szCs w:val="22"/>
        </w:rPr>
        <w:t xml:space="preserve"> überzeugt.</w:t>
      </w:r>
    </w:p>
    <w:p w14:paraId="4F986B5C" w14:textId="3EF0F0F6" w:rsidR="004D1232" w:rsidRDefault="004D1232" w:rsidP="0095684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sectPr w:rsidR="004D1232" w:rsidSect="00685338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21F06" w14:textId="77777777" w:rsidR="00BA7090" w:rsidRDefault="00BA7090">
      <w:r>
        <w:separator/>
      </w:r>
    </w:p>
  </w:endnote>
  <w:endnote w:type="continuationSeparator" w:id="0">
    <w:p w14:paraId="21907DD8" w14:textId="77777777" w:rsidR="00BA7090" w:rsidRDefault="00BA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3C26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D1C9FAB" wp14:editId="4E265FA7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04728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996C311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67C62E7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38F1ED3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4262A3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72EC558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78F11" w14:textId="77777777" w:rsidR="00BA7090" w:rsidRDefault="00BA7090">
      <w:r>
        <w:separator/>
      </w:r>
    </w:p>
  </w:footnote>
  <w:footnote w:type="continuationSeparator" w:id="0">
    <w:p w14:paraId="4D9F0DB8" w14:textId="77777777" w:rsidR="00BA7090" w:rsidRDefault="00BA7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2791"/>
    <w:rsid w:val="00015595"/>
    <w:rsid w:val="0003033B"/>
    <w:rsid w:val="00040E86"/>
    <w:rsid w:val="00042CF4"/>
    <w:rsid w:val="00042D6D"/>
    <w:rsid w:val="00046063"/>
    <w:rsid w:val="0005170C"/>
    <w:rsid w:val="00051AD1"/>
    <w:rsid w:val="00052567"/>
    <w:rsid w:val="000574B4"/>
    <w:rsid w:val="0006060B"/>
    <w:rsid w:val="0006145D"/>
    <w:rsid w:val="00064858"/>
    <w:rsid w:val="000755FD"/>
    <w:rsid w:val="00084036"/>
    <w:rsid w:val="000926F7"/>
    <w:rsid w:val="000A69F6"/>
    <w:rsid w:val="000B217C"/>
    <w:rsid w:val="000C6D44"/>
    <w:rsid w:val="000D1BFA"/>
    <w:rsid w:val="000E0DB0"/>
    <w:rsid w:val="000F6311"/>
    <w:rsid w:val="00101A20"/>
    <w:rsid w:val="00114ACC"/>
    <w:rsid w:val="00115A7F"/>
    <w:rsid w:val="00117B95"/>
    <w:rsid w:val="0012030E"/>
    <w:rsid w:val="00126966"/>
    <w:rsid w:val="00135CFC"/>
    <w:rsid w:val="00152F40"/>
    <w:rsid w:val="001578B3"/>
    <w:rsid w:val="00163119"/>
    <w:rsid w:val="00175146"/>
    <w:rsid w:val="00184374"/>
    <w:rsid w:val="00195BB4"/>
    <w:rsid w:val="001968C1"/>
    <w:rsid w:val="001A2C13"/>
    <w:rsid w:val="001B03F1"/>
    <w:rsid w:val="001B2133"/>
    <w:rsid w:val="001D040D"/>
    <w:rsid w:val="001D1DFB"/>
    <w:rsid w:val="001D60F7"/>
    <w:rsid w:val="001D6B57"/>
    <w:rsid w:val="001D6C30"/>
    <w:rsid w:val="001D6DBD"/>
    <w:rsid w:val="001E48E9"/>
    <w:rsid w:val="00201BAA"/>
    <w:rsid w:val="00204134"/>
    <w:rsid w:val="00207533"/>
    <w:rsid w:val="00215447"/>
    <w:rsid w:val="00217585"/>
    <w:rsid w:val="00230814"/>
    <w:rsid w:val="00231756"/>
    <w:rsid w:val="00233905"/>
    <w:rsid w:val="002374A4"/>
    <w:rsid w:val="0023768C"/>
    <w:rsid w:val="00240222"/>
    <w:rsid w:val="002505C1"/>
    <w:rsid w:val="00254F64"/>
    <w:rsid w:val="0025750A"/>
    <w:rsid w:val="002602DD"/>
    <w:rsid w:val="0026655A"/>
    <w:rsid w:val="002740C9"/>
    <w:rsid w:val="00283B61"/>
    <w:rsid w:val="0028537F"/>
    <w:rsid w:val="0029148B"/>
    <w:rsid w:val="002D38E3"/>
    <w:rsid w:val="002D55B1"/>
    <w:rsid w:val="002D78CD"/>
    <w:rsid w:val="002E282B"/>
    <w:rsid w:val="002E71F1"/>
    <w:rsid w:val="002F5C47"/>
    <w:rsid w:val="00324DFF"/>
    <w:rsid w:val="00332175"/>
    <w:rsid w:val="00333FCA"/>
    <w:rsid w:val="0033647A"/>
    <w:rsid w:val="0034017F"/>
    <w:rsid w:val="00340C02"/>
    <w:rsid w:val="00343819"/>
    <w:rsid w:val="003501DD"/>
    <w:rsid w:val="003579E8"/>
    <w:rsid w:val="00357E2F"/>
    <w:rsid w:val="0036712C"/>
    <w:rsid w:val="003A753E"/>
    <w:rsid w:val="003A7B10"/>
    <w:rsid w:val="003B3B41"/>
    <w:rsid w:val="003B6226"/>
    <w:rsid w:val="003C224D"/>
    <w:rsid w:val="003C53E0"/>
    <w:rsid w:val="003D6AD2"/>
    <w:rsid w:val="003D7E50"/>
    <w:rsid w:val="003E0CA7"/>
    <w:rsid w:val="003E55BD"/>
    <w:rsid w:val="003F77F1"/>
    <w:rsid w:val="00402B98"/>
    <w:rsid w:val="004110B9"/>
    <w:rsid w:val="00412B3E"/>
    <w:rsid w:val="00437072"/>
    <w:rsid w:val="004374D8"/>
    <w:rsid w:val="0044226D"/>
    <w:rsid w:val="00454B87"/>
    <w:rsid w:val="00463DFC"/>
    <w:rsid w:val="004835EF"/>
    <w:rsid w:val="00494E3B"/>
    <w:rsid w:val="004A27BE"/>
    <w:rsid w:val="004A6D49"/>
    <w:rsid w:val="004B0A4F"/>
    <w:rsid w:val="004B578C"/>
    <w:rsid w:val="004D1232"/>
    <w:rsid w:val="004D3669"/>
    <w:rsid w:val="004E25C7"/>
    <w:rsid w:val="004E3434"/>
    <w:rsid w:val="004E51ED"/>
    <w:rsid w:val="004E5735"/>
    <w:rsid w:val="004E5A47"/>
    <w:rsid w:val="004E6423"/>
    <w:rsid w:val="004F164C"/>
    <w:rsid w:val="004F3D39"/>
    <w:rsid w:val="0050720D"/>
    <w:rsid w:val="00510B99"/>
    <w:rsid w:val="00513C07"/>
    <w:rsid w:val="005200FF"/>
    <w:rsid w:val="0052012D"/>
    <w:rsid w:val="00525BF3"/>
    <w:rsid w:val="00527F61"/>
    <w:rsid w:val="0053169C"/>
    <w:rsid w:val="00532C61"/>
    <w:rsid w:val="00535CC1"/>
    <w:rsid w:val="005401A8"/>
    <w:rsid w:val="00543242"/>
    <w:rsid w:val="00550A22"/>
    <w:rsid w:val="00567EC7"/>
    <w:rsid w:val="0058539D"/>
    <w:rsid w:val="005866E6"/>
    <w:rsid w:val="005918DC"/>
    <w:rsid w:val="00592CD9"/>
    <w:rsid w:val="00594252"/>
    <w:rsid w:val="005A19BA"/>
    <w:rsid w:val="005A2B57"/>
    <w:rsid w:val="005B23D7"/>
    <w:rsid w:val="005C1ED8"/>
    <w:rsid w:val="005C3D13"/>
    <w:rsid w:val="005D68AD"/>
    <w:rsid w:val="005E257C"/>
    <w:rsid w:val="005E37F5"/>
    <w:rsid w:val="005E5C97"/>
    <w:rsid w:val="005F0ABD"/>
    <w:rsid w:val="005F0FC7"/>
    <w:rsid w:val="005F409F"/>
    <w:rsid w:val="006000BB"/>
    <w:rsid w:val="00603210"/>
    <w:rsid w:val="0060540A"/>
    <w:rsid w:val="006103BB"/>
    <w:rsid w:val="006206A0"/>
    <w:rsid w:val="0062405C"/>
    <w:rsid w:val="0064159F"/>
    <w:rsid w:val="006475D5"/>
    <w:rsid w:val="00650E07"/>
    <w:rsid w:val="0065352F"/>
    <w:rsid w:val="00661066"/>
    <w:rsid w:val="00662383"/>
    <w:rsid w:val="00680CAB"/>
    <w:rsid w:val="00685338"/>
    <w:rsid w:val="00693A1F"/>
    <w:rsid w:val="00693E1F"/>
    <w:rsid w:val="00694176"/>
    <w:rsid w:val="00696E75"/>
    <w:rsid w:val="006A5830"/>
    <w:rsid w:val="006A59C4"/>
    <w:rsid w:val="006D029B"/>
    <w:rsid w:val="006F4CA7"/>
    <w:rsid w:val="006F6497"/>
    <w:rsid w:val="00702761"/>
    <w:rsid w:val="007208B4"/>
    <w:rsid w:val="00721FEE"/>
    <w:rsid w:val="00742055"/>
    <w:rsid w:val="007446B5"/>
    <w:rsid w:val="00745038"/>
    <w:rsid w:val="00752077"/>
    <w:rsid w:val="00755887"/>
    <w:rsid w:val="007747F5"/>
    <w:rsid w:val="007907FF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C5"/>
    <w:rsid w:val="008412FE"/>
    <w:rsid w:val="00842023"/>
    <w:rsid w:val="0084425D"/>
    <w:rsid w:val="00852209"/>
    <w:rsid w:val="00853E76"/>
    <w:rsid w:val="00864931"/>
    <w:rsid w:val="00870633"/>
    <w:rsid w:val="00874C61"/>
    <w:rsid w:val="00890DA0"/>
    <w:rsid w:val="008952B1"/>
    <w:rsid w:val="008A0BEB"/>
    <w:rsid w:val="008A20EF"/>
    <w:rsid w:val="008D00DD"/>
    <w:rsid w:val="008F103E"/>
    <w:rsid w:val="008F1500"/>
    <w:rsid w:val="00901EBA"/>
    <w:rsid w:val="00920DC7"/>
    <w:rsid w:val="0092159C"/>
    <w:rsid w:val="00925F03"/>
    <w:rsid w:val="00926427"/>
    <w:rsid w:val="0093289E"/>
    <w:rsid w:val="00940C32"/>
    <w:rsid w:val="00945F58"/>
    <w:rsid w:val="00956842"/>
    <w:rsid w:val="0096348B"/>
    <w:rsid w:val="00964C69"/>
    <w:rsid w:val="009916D9"/>
    <w:rsid w:val="009A0616"/>
    <w:rsid w:val="009B5509"/>
    <w:rsid w:val="009C0BEB"/>
    <w:rsid w:val="009C18DA"/>
    <w:rsid w:val="009C2E88"/>
    <w:rsid w:val="009C40EC"/>
    <w:rsid w:val="009C7292"/>
    <w:rsid w:val="009D657F"/>
    <w:rsid w:val="009F74D0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0D19"/>
    <w:rsid w:val="00A667F9"/>
    <w:rsid w:val="00A70A21"/>
    <w:rsid w:val="00A76D13"/>
    <w:rsid w:val="00A86514"/>
    <w:rsid w:val="00A917CA"/>
    <w:rsid w:val="00AA1D9A"/>
    <w:rsid w:val="00AB3D36"/>
    <w:rsid w:val="00AC5710"/>
    <w:rsid w:val="00AD28FD"/>
    <w:rsid w:val="00AE116B"/>
    <w:rsid w:val="00AF12CD"/>
    <w:rsid w:val="00AF660B"/>
    <w:rsid w:val="00B00D93"/>
    <w:rsid w:val="00B1578E"/>
    <w:rsid w:val="00B35C89"/>
    <w:rsid w:val="00B36359"/>
    <w:rsid w:val="00B36A39"/>
    <w:rsid w:val="00B45AF6"/>
    <w:rsid w:val="00B5200E"/>
    <w:rsid w:val="00B55048"/>
    <w:rsid w:val="00B61265"/>
    <w:rsid w:val="00B63862"/>
    <w:rsid w:val="00B7528C"/>
    <w:rsid w:val="00B77C30"/>
    <w:rsid w:val="00B840EA"/>
    <w:rsid w:val="00B93DD7"/>
    <w:rsid w:val="00B958BF"/>
    <w:rsid w:val="00B9699F"/>
    <w:rsid w:val="00BA335B"/>
    <w:rsid w:val="00BA7090"/>
    <w:rsid w:val="00BC7B6C"/>
    <w:rsid w:val="00BD49AE"/>
    <w:rsid w:val="00C01C4F"/>
    <w:rsid w:val="00C07EFE"/>
    <w:rsid w:val="00C161B0"/>
    <w:rsid w:val="00C1635A"/>
    <w:rsid w:val="00C17384"/>
    <w:rsid w:val="00C23BC6"/>
    <w:rsid w:val="00C27804"/>
    <w:rsid w:val="00C348AE"/>
    <w:rsid w:val="00C44D93"/>
    <w:rsid w:val="00C47E4A"/>
    <w:rsid w:val="00C5188F"/>
    <w:rsid w:val="00C5656F"/>
    <w:rsid w:val="00C72D15"/>
    <w:rsid w:val="00C76346"/>
    <w:rsid w:val="00C80C17"/>
    <w:rsid w:val="00C8308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4502"/>
    <w:rsid w:val="00CF7137"/>
    <w:rsid w:val="00D073E8"/>
    <w:rsid w:val="00D15078"/>
    <w:rsid w:val="00D1634B"/>
    <w:rsid w:val="00D17D11"/>
    <w:rsid w:val="00D27FE4"/>
    <w:rsid w:val="00D33261"/>
    <w:rsid w:val="00D35271"/>
    <w:rsid w:val="00D4178B"/>
    <w:rsid w:val="00D429BD"/>
    <w:rsid w:val="00D458E3"/>
    <w:rsid w:val="00D65DFA"/>
    <w:rsid w:val="00D71401"/>
    <w:rsid w:val="00D9098B"/>
    <w:rsid w:val="00D92E5F"/>
    <w:rsid w:val="00DA1B37"/>
    <w:rsid w:val="00DB3808"/>
    <w:rsid w:val="00DB6269"/>
    <w:rsid w:val="00DB6FB1"/>
    <w:rsid w:val="00DB724E"/>
    <w:rsid w:val="00DC1513"/>
    <w:rsid w:val="00DC2210"/>
    <w:rsid w:val="00DC4CEB"/>
    <w:rsid w:val="00DC68B3"/>
    <w:rsid w:val="00DE2E37"/>
    <w:rsid w:val="00DF2B5C"/>
    <w:rsid w:val="00DF337D"/>
    <w:rsid w:val="00DF4144"/>
    <w:rsid w:val="00E01D40"/>
    <w:rsid w:val="00E044C2"/>
    <w:rsid w:val="00E07814"/>
    <w:rsid w:val="00E1423B"/>
    <w:rsid w:val="00E14C6A"/>
    <w:rsid w:val="00E20523"/>
    <w:rsid w:val="00E22865"/>
    <w:rsid w:val="00E2306C"/>
    <w:rsid w:val="00E230C6"/>
    <w:rsid w:val="00E41D80"/>
    <w:rsid w:val="00E449A3"/>
    <w:rsid w:val="00E641F6"/>
    <w:rsid w:val="00E65AD5"/>
    <w:rsid w:val="00E7005D"/>
    <w:rsid w:val="00E852A4"/>
    <w:rsid w:val="00E9576C"/>
    <w:rsid w:val="00EA3F5C"/>
    <w:rsid w:val="00EA572D"/>
    <w:rsid w:val="00EA636C"/>
    <w:rsid w:val="00EB5C78"/>
    <w:rsid w:val="00ED1AA3"/>
    <w:rsid w:val="00ED5296"/>
    <w:rsid w:val="00EE23E6"/>
    <w:rsid w:val="00EE570F"/>
    <w:rsid w:val="00F077D1"/>
    <w:rsid w:val="00F11477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090"/>
    <w:rsid w:val="00F803D5"/>
    <w:rsid w:val="00F81C19"/>
    <w:rsid w:val="00F83331"/>
    <w:rsid w:val="00F92E2C"/>
    <w:rsid w:val="00F93674"/>
    <w:rsid w:val="00F941B7"/>
    <w:rsid w:val="00FA0855"/>
    <w:rsid w:val="00FA1213"/>
    <w:rsid w:val="00FA4FB1"/>
    <w:rsid w:val="00FA5331"/>
    <w:rsid w:val="00FA583D"/>
    <w:rsid w:val="00FB056F"/>
    <w:rsid w:val="00FB3A9D"/>
    <w:rsid w:val="00FD426B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9372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E5DED-9AC8-4347-8D60-CDBF67280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139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106</cp:revision>
  <cp:lastPrinted>2022-08-11T06:37:00Z</cp:lastPrinted>
  <dcterms:created xsi:type="dcterms:W3CDTF">2021-09-20T07:32:00Z</dcterms:created>
  <dcterms:modified xsi:type="dcterms:W3CDTF">2025-04-30T07:17:00Z</dcterms:modified>
</cp:coreProperties>
</file>