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75AA21B9"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545F12">
        <w:rPr>
          <w:rFonts w:ascii="Arial Narrow" w:hAnsi="Arial Narrow" w:cs="Arial"/>
          <w:sz w:val="22"/>
          <w:szCs w:val="22"/>
        </w:rPr>
        <w:t>01.07</w:t>
      </w:r>
      <w:r w:rsidR="007A1E51">
        <w:rPr>
          <w:rFonts w:ascii="Arial Narrow" w:hAnsi="Arial Narrow" w:cs="Arial"/>
          <w:sz w:val="22"/>
          <w:szCs w:val="22"/>
        </w:rPr>
        <w:t>.</w:t>
      </w:r>
      <w:r w:rsidR="000F25D5">
        <w:rPr>
          <w:rFonts w:ascii="Arial Narrow" w:hAnsi="Arial Narrow" w:cs="Arial"/>
          <w:sz w:val="22"/>
          <w:szCs w:val="22"/>
        </w:rPr>
        <w:t>2025</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3FA55F1B"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545F12">
        <w:rPr>
          <w:rFonts w:cs="Arial"/>
          <w:b/>
          <w:sz w:val="22"/>
          <w:szCs w:val="22"/>
        </w:rPr>
        <w:t>stagniert</w:t>
      </w:r>
    </w:p>
    <w:p w14:paraId="60182E3F" w14:textId="77777777" w:rsidR="00852209" w:rsidRDefault="00852209" w:rsidP="001578B3">
      <w:pPr>
        <w:tabs>
          <w:tab w:val="left" w:pos="9072"/>
        </w:tabs>
        <w:spacing w:line="360" w:lineRule="auto"/>
        <w:ind w:right="1134"/>
        <w:rPr>
          <w:rFonts w:cs="Arial"/>
          <w:b/>
          <w:sz w:val="22"/>
          <w:szCs w:val="22"/>
        </w:rPr>
      </w:pPr>
    </w:p>
    <w:p w14:paraId="648DDEEF" w14:textId="0D649157" w:rsidR="00EB5DAF" w:rsidRDefault="00606217" w:rsidP="00623537">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w:t>
      </w:r>
      <w:proofErr w:type="spellStart"/>
      <w:r>
        <w:rPr>
          <w:rFonts w:cs="Arial"/>
          <w:b/>
          <w:sz w:val="22"/>
          <w:szCs w:val="22"/>
        </w:rPr>
        <w:t>Glandorf</w:t>
      </w:r>
      <w:proofErr w:type="spellEnd"/>
      <w:r>
        <w:rPr>
          <w:rFonts w:cs="Arial"/>
          <w:b/>
          <w:sz w:val="22"/>
          <w:szCs w:val="22"/>
        </w:rPr>
        <w:t>/</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Pr>
          <w:rFonts w:cs="Arial"/>
          <w:sz w:val="22"/>
          <w:szCs w:val="22"/>
        </w:rPr>
        <w:t xml:space="preserve"> </w:t>
      </w:r>
      <w:r w:rsidR="00191A46">
        <w:rPr>
          <w:rFonts w:cs="Arial"/>
          <w:sz w:val="22"/>
          <w:szCs w:val="22"/>
        </w:rPr>
        <w:t>ist</w:t>
      </w:r>
      <w:r w:rsidR="004B305E">
        <w:rPr>
          <w:rFonts w:cs="Arial"/>
          <w:sz w:val="22"/>
          <w:szCs w:val="22"/>
        </w:rPr>
        <w:t xml:space="preserve"> im laufenden Monat</w:t>
      </w:r>
      <w:r w:rsidR="00865A03">
        <w:rPr>
          <w:rFonts w:cs="Arial"/>
          <w:sz w:val="22"/>
          <w:szCs w:val="22"/>
        </w:rPr>
        <w:t xml:space="preserve"> </w:t>
      </w:r>
      <w:r w:rsidR="00545F12">
        <w:rPr>
          <w:rFonts w:cs="Arial"/>
          <w:sz w:val="22"/>
          <w:szCs w:val="22"/>
        </w:rPr>
        <w:t xml:space="preserve">ganz leicht </w:t>
      </w:r>
      <w:r w:rsidR="008F7D58">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545F12">
        <w:rPr>
          <w:rFonts w:cs="Arial"/>
          <w:sz w:val="22"/>
          <w:szCs w:val="22"/>
        </w:rPr>
        <w:t>Juni 250</w:t>
      </w:r>
      <w:r w:rsidR="00242BF5">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545F12" w:rsidRPr="00545F12">
        <w:rPr>
          <w:rFonts w:cs="Arial"/>
          <w:sz w:val="22"/>
          <w:szCs w:val="22"/>
        </w:rPr>
        <w:t xml:space="preserve">Das sind </w:t>
      </w:r>
      <w:r w:rsidR="00545F12">
        <w:rPr>
          <w:rFonts w:cs="Arial"/>
          <w:sz w:val="22"/>
          <w:szCs w:val="22"/>
        </w:rPr>
        <w:t>drei</w:t>
      </w:r>
      <w:bookmarkStart w:id="0" w:name="_GoBack"/>
      <w:bookmarkEnd w:id="0"/>
      <w:r w:rsidR="00545F12" w:rsidRPr="00545F12">
        <w:rPr>
          <w:rFonts w:cs="Arial"/>
          <w:sz w:val="22"/>
          <w:szCs w:val="22"/>
        </w:rPr>
        <w:t xml:space="preserve"> Personen mehr als im Mai. „Ein weiterer, wenn auch geringer Anstieg, ist nicht zufriedenstellend“, so </w:t>
      </w:r>
      <w:proofErr w:type="spellStart"/>
      <w:r w:rsidR="00545F12" w:rsidRPr="00545F12">
        <w:rPr>
          <w:rFonts w:cs="Arial"/>
          <w:sz w:val="22"/>
          <w:szCs w:val="22"/>
        </w:rPr>
        <w:t>MaßArbeit</w:t>
      </w:r>
      <w:proofErr w:type="spellEnd"/>
      <w:r w:rsidR="00545F12" w:rsidRPr="00545F12">
        <w:rPr>
          <w:rFonts w:cs="Arial"/>
          <w:sz w:val="22"/>
          <w:szCs w:val="22"/>
        </w:rPr>
        <w:t xml:space="preserve">-Vorstand Lars Hellmers. Die kriselnde deutsche Wirtschaft sei aber im ersten Quartal doppelt so stark gewachsen wie von den Ökonomen ursprünglich prognostiziert. „Die Auftragslage entwickelt sich laut dem </w:t>
      </w:r>
      <w:proofErr w:type="gramStart"/>
      <w:r w:rsidR="00545F12" w:rsidRPr="00545F12">
        <w:rPr>
          <w:rFonts w:cs="Arial"/>
          <w:sz w:val="22"/>
          <w:szCs w:val="22"/>
        </w:rPr>
        <w:t>Deut-</w:t>
      </w:r>
      <w:proofErr w:type="spellStart"/>
      <w:r w:rsidR="00545F12" w:rsidRPr="00545F12">
        <w:rPr>
          <w:rFonts w:cs="Arial"/>
          <w:sz w:val="22"/>
          <w:szCs w:val="22"/>
        </w:rPr>
        <w:t>schen</w:t>
      </w:r>
      <w:proofErr w:type="spellEnd"/>
      <w:proofErr w:type="gramEnd"/>
      <w:r w:rsidR="00545F12" w:rsidRPr="00545F12">
        <w:rPr>
          <w:rFonts w:cs="Arial"/>
          <w:sz w:val="22"/>
          <w:szCs w:val="22"/>
        </w:rPr>
        <w:t xml:space="preserve"> Institut für Wirtschaftsforschung (DIW) gut, die Produktion wächst. Ich hoffe, dass dieser Prozess auch im regionalen Arbeitsmarkt angesichts der politischen Weltlage in den kommenden Monaten spürbar wird“, zeigt sich Hellmers optimistisch.</w:t>
      </w:r>
    </w:p>
    <w:sectPr w:rsidR="00EB5DAF" w:rsidSect="00AA5ADF">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7EE2D" w14:textId="77777777" w:rsidR="001F7ECA" w:rsidRDefault="001F7ECA">
      <w:r>
        <w:separator/>
      </w:r>
    </w:p>
  </w:endnote>
  <w:endnote w:type="continuationSeparator" w:id="0">
    <w:p w14:paraId="425F3F64" w14:textId="77777777" w:rsidR="001F7ECA" w:rsidRDefault="001F7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CE83F" w14:textId="77777777" w:rsidR="001F7ECA" w:rsidRDefault="001F7ECA">
      <w:r>
        <w:separator/>
      </w:r>
    </w:p>
  </w:footnote>
  <w:footnote w:type="continuationSeparator" w:id="0">
    <w:p w14:paraId="46F90F45" w14:textId="77777777" w:rsidR="001F7ECA" w:rsidRDefault="001F7E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52950"/>
    <w:rsid w:val="00057AE0"/>
    <w:rsid w:val="00060E66"/>
    <w:rsid w:val="00060FED"/>
    <w:rsid w:val="00062751"/>
    <w:rsid w:val="00064E18"/>
    <w:rsid w:val="00070E53"/>
    <w:rsid w:val="00073FBA"/>
    <w:rsid w:val="00076CDD"/>
    <w:rsid w:val="0008253D"/>
    <w:rsid w:val="00084036"/>
    <w:rsid w:val="00090BA2"/>
    <w:rsid w:val="000926F7"/>
    <w:rsid w:val="000A4D48"/>
    <w:rsid w:val="000A6BE1"/>
    <w:rsid w:val="000B5E42"/>
    <w:rsid w:val="000B774D"/>
    <w:rsid w:val="000C6D44"/>
    <w:rsid w:val="000E0DB0"/>
    <w:rsid w:val="000F25D5"/>
    <w:rsid w:val="000F6311"/>
    <w:rsid w:val="000F6CAF"/>
    <w:rsid w:val="00101A20"/>
    <w:rsid w:val="0012030E"/>
    <w:rsid w:val="0013457A"/>
    <w:rsid w:val="00135CFC"/>
    <w:rsid w:val="00141229"/>
    <w:rsid w:val="00152F40"/>
    <w:rsid w:val="001578B3"/>
    <w:rsid w:val="00167EA7"/>
    <w:rsid w:val="00175146"/>
    <w:rsid w:val="001756F7"/>
    <w:rsid w:val="00191A46"/>
    <w:rsid w:val="00195BB4"/>
    <w:rsid w:val="00197DD8"/>
    <w:rsid w:val="001A53FA"/>
    <w:rsid w:val="001B2133"/>
    <w:rsid w:val="001B61DE"/>
    <w:rsid w:val="001C59A1"/>
    <w:rsid w:val="001D040D"/>
    <w:rsid w:val="001D1DFB"/>
    <w:rsid w:val="001D6B57"/>
    <w:rsid w:val="001D6C30"/>
    <w:rsid w:val="001E48E9"/>
    <w:rsid w:val="001F7ECA"/>
    <w:rsid w:val="00201713"/>
    <w:rsid w:val="00201BAA"/>
    <w:rsid w:val="00204134"/>
    <w:rsid w:val="00207533"/>
    <w:rsid w:val="0021123F"/>
    <w:rsid w:val="00220F11"/>
    <w:rsid w:val="00231756"/>
    <w:rsid w:val="002374A4"/>
    <w:rsid w:val="0023753E"/>
    <w:rsid w:val="0023768C"/>
    <w:rsid w:val="00240222"/>
    <w:rsid w:val="00242BF5"/>
    <w:rsid w:val="002505C1"/>
    <w:rsid w:val="00254F64"/>
    <w:rsid w:val="0026655A"/>
    <w:rsid w:val="00272880"/>
    <w:rsid w:val="002740C9"/>
    <w:rsid w:val="002866C7"/>
    <w:rsid w:val="002909DB"/>
    <w:rsid w:val="0029148B"/>
    <w:rsid w:val="00291589"/>
    <w:rsid w:val="002A649C"/>
    <w:rsid w:val="002C4DBB"/>
    <w:rsid w:val="002C598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4F41"/>
    <w:rsid w:val="003C53E0"/>
    <w:rsid w:val="003D74B2"/>
    <w:rsid w:val="003D7E50"/>
    <w:rsid w:val="003E1D56"/>
    <w:rsid w:val="003F77F1"/>
    <w:rsid w:val="00412B3E"/>
    <w:rsid w:val="004200AB"/>
    <w:rsid w:val="00443D0A"/>
    <w:rsid w:val="00454B87"/>
    <w:rsid w:val="004566C9"/>
    <w:rsid w:val="004620A6"/>
    <w:rsid w:val="00463DFC"/>
    <w:rsid w:val="004702BC"/>
    <w:rsid w:val="00483CC3"/>
    <w:rsid w:val="00490614"/>
    <w:rsid w:val="004A27BE"/>
    <w:rsid w:val="004A65CF"/>
    <w:rsid w:val="004A6D49"/>
    <w:rsid w:val="004B305E"/>
    <w:rsid w:val="004B722C"/>
    <w:rsid w:val="004C3B33"/>
    <w:rsid w:val="004C4A1F"/>
    <w:rsid w:val="004D3669"/>
    <w:rsid w:val="004E0F2C"/>
    <w:rsid w:val="004E3434"/>
    <w:rsid w:val="004E51ED"/>
    <w:rsid w:val="004F164C"/>
    <w:rsid w:val="004F4D9A"/>
    <w:rsid w:val="00510AE6"/>
    <w:rsid w:val="00510B99"/>
    <w:rsid w:val="00512EAA"/>
    <w:rsid w:val="00513C07"/>
    <w:rsid w:val="00524194"/>
    <w:rsid w:val="0053169C"/>
    <w:rsid w:val="00545F12"/>
    <w:rsid w:val="005544B2"/>
    <w:rsid w:val="00576022"/>
    <w:rsid w:val="0058539D"/>
    <w:rsid w:val="005866E6"/>
    <w:rsid w:val="005918DC"/>
    <w:rsid w:val="00594252"/>
    <w:rsid w:val="00597DC3"/>
    <w:rsid w:val="005A19BA"/>
    <w:rsid w:val="005B23D7"/>
    <w:rsid w:val="005B385C"/>
    <w:rsid w:val="005B6EB1"/>
    <w:rsid w:val="005C1ED8"/>
    <w:rsid w:val="005C3D13"/>
    <w:rsid w:val="005D3076"/>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55F4D"/>
    <w:rsid w:val="00662383"/>
    <w:rsid w:val="00666CCE"/>
    <w:rsid w:val="00677E7A"/>
    <w:rsid w:val="0068320A"/>
    <w:rsid w:val="00686637"/>
    <w:rsid w:val="00693E1F"/>
    <w:rsid w:val="00694176"/>
    <w:rsid w:val="006A5830"/>
    <w:rsid w:val="006B7635"/>
    <w:rsid w:val="006D029B"/>
    <w:rsid w:val="006F40A8"/>
    <w:rsid w:val="006F49C7"/>
    <w:rsid w:val="006F4CA7"/>
    <w:rsid w:val="006F6497"/>
    <w:rsid w:val="00701C69"/>
    <w:rsid w:val="00706B85"/>
    <w:rsid w:val="007208B4"/>
    <w:rsid w:val="00725DF1"/>
    <w:rsid w:val="00742055"/>
    <w:rsid w:val="00752077"/>
    <w:rsid w:val="00755887"/>
    <w:rsid w:val="00786833"/>
    <w:rsid w:val="007A1E51"/>
    <w:rsid w:val="007B0214"/>
    <w:rsid w:val="007C6D3A"/>
    <w:rsid w:val="007D43B8"/>
    <w:rsid w:val="007D502F"/>
    <w:rsid w:val="007E66B8"/>
    <w:rsid w:val="007F0F82"/>
    <w:rsid w:val="007F1F68"/>
    <w:rsid w:val="007F7597"/>
    <w:rsid w:val="00802F26"/>
    <w:rsid w:val="008039BB"/>
    <w:rsid w:val="00810D2B"/>
    <w:rsid w:val="008212C7"/>
    <w:rsid w:val="00822028"/>
    <w:rsid w:val="008231E4"/>
    <w:rsid w:val="008241E0"/>
    <w:rsid w:val="008324A7"/>
    <w:rsid w:val="008412FE"/>
    <w:rsid w:val="00852209"/>
    <w:rsid w:val="00853E76"/>
    <w:rsid w:val="00865A03"/>
    <w:rsid w:val="00874C61"/>
    <w:rsid w:val="00876C17"/>
    <w:rsid w:val="0088518A"/>
    <w:rsid w:val="00890DA0"/>
    <w:rsid w:val="008B250B"/>
    <w:rsid w:val="008C0AE8"/>
    <w:rsid w:val="008D154A"/>
    <w:rsid w:val="008E5AB9"/>
    <w:rsid w:val="008F103E"/>
    <w:rsid w:val="008F1ADF"/>
    <w:rsid w:val="008F7D58"/>
    <w:rsid w:val="00900F21"/>
    <w:rsid w:val="00920DC7"/>
    <w:rsid w:val="00926427"/>
    <w:rsid w:val="0093289E"/>
    <w:rsid w:val="009423DC"/>
    <w:rsid w:val="009469C4"/>
    <w:rsid w:val="0096348B"/>
    <w:rsid w:val="009808FA"/>
    <w:rsid w:val="00990BD7"/>
    <w:rsid w:val="00992AF0"/>
    <w:rsid w:val="009975F3"/>
    <w:rsid w:val="009A0B13"/>
    <w:rsid w:val="009B5509"/>
    <w:rsid w:val="009C12E3"/>
    <w:rsid w:val="009C18DA"/>
    <w:rsid w:val="009C40EC"/>
    <w:rsid w:val="009C7292"/>
    <w:rsid w:val="009F2A2D"/>
    <w:rsid w:val="009F68A4"/>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75199"/>
    <w:rsid w:val="00A9503A"/>
    <w:rsid w:val="00AA5ADF"/>
    <w:rsid w:val="00AB3D36"/>
    <w:rsid w:val="00AC5710"/>
    <w:rsid w:val="00AC63A6"/>
    <w:rsid w:val="00AD34A7"/>
    <w:rsid w:val="00AE116B"/>
    <w:rsid w:val="00AF28D7"/>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0ACA"/>
    <w:rsid w:val="00BE6CF6"/>
    <w:rsid w:val="00C003DB"/>
    <w:rsid w:val="00C01C4F"/>
    <w:rsid w:val="00C0616F"/>
    <w:rsid w:val="00C07EFE"/>
    <w:rsid w:val="00C161B0"/>
    <w:rsid w:val="00C17384"/>
    <w:rsid w:val="00C23BC6"/>
    <w:rsid w:val="00C348AE"/>
    <w:rsid w:val="00C44FC9"/>
    <w:rsid w:val="00C47E4A"/>
    <w:rsid w:val="00C50710"/>
    <w:rsid w:val="00C513F8"/>
    <w:rsid w:val="00C5188F"/>
    <w:rsid w:val="00C53C63"/>
    <w:rsid w:val="00C60CA9"/>
    <w:rsid w:val="00C62504"/>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E7C46"/>
    <w:rsid w:val="00CF0C48"/>
    <w:rsid w:val="00CF7137"/>
    <w:rsid w:val="00D04087"/>
    <w:rsid w:val="00D073E8"/>
    <w:rsid w:val="00D12648"/>
    <w:rsid w:val="00D12B56"/>
    <w:rsid w:val="00D14E04"/>
    <w:rsid w:val="00D1634B"/>
    <w:rsid w:val="00D2476C"/>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36F"/>
    <w:rsid w:val="00DE5DDA"/>
    <w:rsid w:val="00DF337D"/>
    <w:rsid w:val="00DF5C46"/>
    <w:rsid w:val="00E01D40"/>
    <w:rsid w:val="00E042BA"/>
    <w:rsid w:val="00E044C2"/>
    <w:rsid w:val="00E1423B"/>
    <w:rsid w:val="00E172A6"/>
    <w:rsid w:val="00E20523"/>
    <w:rsid w:val="00E22CE5"/>
    <w:rsid w:val="00E2306C"/>
    <w:rsid w:val="00E24CA0"/>
    <w:rsid w:val="00E40BE2"/>
    <w:rsid w:val="00E41D80"/>
    <w:rsid w:val="00E433E0"/>
    <w:rsid w:val="00E449A3"/>
    <w:rsid w:val="00E4578B"/>
    <w:rsid w:val="00E503FD"/>
    <w:rsid w:val="00E55C63"/>
    <w:rsid w:val="00E65AD5"/>
    <w:rsid w:val="00E66968"/>
    <w:rsid w:val="00E7005D"/>
    <w:rsid w:val="00E852A4"/>
    <w:rsid w:val="00E927F9"/>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E4A08"/>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047">
      <w:bodyDiv w:val="1"/>
      <w:marLeft w:val="0"/>
      <w:marRight w:val="0"/>
      <w:marTop w:val="0"/>
      <w:marBottom w:val="0"/>
      <w:divBdr>
        <w:top w:val="none" w:sz="0" w:space="0" w:color="auto"/>
        <w:left w:val="none" w:sz="0" w:space="0" w:color="auto"/>
        <w:bottom w:val="none" w:sz="0" w:space="0" w:color="auto"/>
        <w:right w:val="none" w:sz="0" w:space="0" w:color="auto"/>
      </w:divBdr>
    </w:div>
    <w:div w:id="69274822">
      <w:bodyDiv w:val="1"/>
      <w:marLeft w:val="0"/>
      <w:marRight w:val="0"/>
      <w:marTop w:val="0"/>
      <w:marBottom w:val="0"/>
      <w:divBdr>
        <w:top w:val="none" w:sz="0" w:space="0" w:color="auto"/>
        <w:left w:val="none" w:sz="0" w:space="0" w:color="auto"/>
        <w:bottom w:val="none" w:sz="0" w:space="0" w:color="auto"/>
        <w:right w:val="none" w:sz="0" w:space="0" w:color="auto"/>
      </w:divBdr>
    </w:div>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93594110">
      <w:bodyDiv w:val="1"/>
      <w:marLeft w:val="0"/>
      <w:marRight w:val="0"/>
      <w:marTop w:val="0"/>
      <w:marBottom w:val="0"/>
      <w:divBdr>
        <w:top w:val="none" w:sz="0" w:space="0" w:color="auto"/>
        <w:left w:val="none" w:sz="0" w:space="0" w:color="auto"/>
        <w:bottom w:val="none" w:sz="0" w:space="0" w:color="auto"/>
        <w:right w:val="none" w:sz="0" w:space="0" w:color="auto"/>
      </w:divBdr>
    </w:div>
    <w:div w:id="137305838">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6345627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922879893">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159689837">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07977017">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514031733">
      <w:bodyDiv w:val="1"/>
      <w:marLeft w:val="0"/>
      <w:marRight w:val="0"/>
      <w:marTop w:val="0"/>
      <w:marBottom w:val="0"/>
      <w:divBdr>
        <w:top w:val="none" w:sz="0" w:space="0" w:color="auto"/>
        <w:left w:val="none" w:sz="0" w:space="0" w:color="auto"/>
        <w:bottom w:val="none" w:sz="0" w:space="0" w:color="auto"/>
        <w:right w:val="none" w:sz="0" w:space="0" w:color="auto"/>
      </w:divBdr>
    </w:div>
    <w:div w:id="1677272483">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41364891">
      <w:bodyDiv w:val="1"/>
      <w:marLeft w:val="0"/>
      <w:marRight w:val="0"/>
      <w:marTop w:val="0"/>
      <w:marBottom w:val="0"/>
      <w:divBdr>
        <w:top w:val="none" w:sz="0" w:space="0" w:color="auto"/>
        <w:left w:val="none" w:sz="0" w:space="0" w:color="auto"/>
        <w:bottom w:val="none" w:sz="0" w:space="0" w:color="auto"/>
        <w:right w:val="none" w:sz="0" w:space="0" w:color="auto"/>
      </w:divBdr>
    </w:div>
    <w:div w:id="1753695869">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1971551181">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62F92-586D-4990-B61F-5585F037D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170</Words>
  <Characters>1075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120</cp:revision>
  <cp:lastPrinted>2012-08-06T06:57:00Z</cp:lastPrinted>
  <dcterms:created xsi:type="dcterms:W3CDTF">2021-09-20T07:21:00Z</dcterms:created>
  <dcterms:modified xsi:type="dcterms:W3CDTF">2025-06-23T07:31:00Z</dcterms:modified>
</cp:coreProperties>
</file>